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Приложение  № 3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к постановлению администрации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города Сорска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18.01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6"/>
            <w:szCs w:val="26"/>
            <w:lang w:eastAsia="ru-RU"/>
          </w:rPr>
          <w:t>2016 г</w:t>
        </w:r>
      </w:smartTag>
      <w:r>
        <w:rPr>
          <w:rFonts w:ascii="Times New Roman" w:hAnsi="Times New Roman"/>
          <w:sz w:val="26"/>
          <w:szCs w:val="26"/>
          <w:lang w:eastAsia="ru-RU"/>
        </w:rPr>
        <w:t>. № 22 -п</w:t>
      </w:r>
    </w:p>
    <w:p w:rsidR="0015466E" w:rsidRPr="00BF631A" w:rsidRDefault="0015466E" w:rsidP="00B16B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Муниципальное задание на ока</w:t>
      </w:r>
      <w:r>
        <w:rPr>
          <w:rFonts w:ascii="Times New Roman" w:hAnsi="Times New Roman"/>
          <w:sz w:val="26"/>
          <w:szCs w:val="26"/>
          <w:lang w:eastAsia="ru-RU"/>
        </w:rPr>
        <w:t>зание муниципальных услуг в 2016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году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Муниципальное бюджетное </w:t>
      </w: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обще</w:t>
      </w: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>образовательное учреждение Сорская основная общеобразовательная школа №2 имени Толстихиной Ю.Н.</w:t>
      </w:r>
    </w:p>
    <w:p w:rsidR="0015466E" w:rsidRPr="00BF631A" w:rsidRDefault="0015466E" w:rsidP="00B029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16B0C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16B0C">
        <w:rPr>
          <w:rFonts w:ascii="Times New Roman" w:hAnsi="Times New Roman"/>
          <w:b/>
          <w:sz w:val="26"/>
          <w:szCs w:val="26"/>
          <w:lang w:eastAsia="ru-RU"/>
        </w:rPr>
        <w:t>РАЗДЕЛ 1</w:t>
      </w:r>
    </w:p>
    <w:p w:rsidR="0015466E" w:rsidRPr="00BF631A" w:rsidRDefault="0015466E" w:rsidP="00BF631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15466E" w:rsidRPr="00BF631A" w:rsidRDefault="0015466E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предоставление общедоступного и бесплатного начального общего образования в общеобразовательных учреждениях </w:t>
      </w:r>
    </w:p>
    <w:p w:rsidR="0015466E" w:rsidRPr="00BF631A" w:rsidRDefault="0015466E" w:rsidP="00BF631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W w:w="954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835"/>
        <w:gridCol w:w="6705"/>
      </w:tblGrid>
      <w:tr w:rsidR="0015466E" w:rsidRPr="0064175F" w:rsidTr="003B7E44">
        <w:tc>
          <w:tcPr>
            <w:tcW w:w="2835" w:type="dxa"/>
          </w:tcPr>
          <w:p w:rsidR="0015466E" w:rsidRPr="00BF631A" w:rsidRDefault="0015466E" w:rsidP="00BF631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процедуры оказания  услуги</w:t>
            </w:r>
          </w:p>
        </w:tc>
        <w:tc>
          <w:tcPr>
            <w:tcW w:w="6705" w:type="dxa"/>
          </w:tcPr>
          <w:p w:rsidR="0015466E" w:rsidRPr="00BF631A" w:rsidRDefault="0015466E" w:rsidP="00B02975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15466E" w:rsidRPr="00BF631A" w:rsidRDefault="0015466E" w:rsidP="00B02975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  др.). </w:t>
            </w:r>
          </w:p>
          <w:p w:rsidR="0015466E" w:rsidRPr="00BF631A" w:rsidRDefault="0015466E" w:rsidP="00B02975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15466E" w:rsidRPr="00BF631A" w:rsidRDefault="0015466E" w:rsidP="00B02975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 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0"/>
        <w:gridCol w:w="4670"/>
      </w:tblGrid>
      <w:tr w:rsidR="0015466E" w:rsidRPr="0064175F" w:rsidTr="00BF631A">
        <w:tc>
          <w:tcPr>
            <w:tcW w:w="487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F631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категории потребителя</w:t>
            </w:r>
          </w:p>
        </w:tc>
        <w:tc>
          <w:tcPr>
            <w:tcW w:w="467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F631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15466E" w:rsidRPr="0064175F" w:rsidTr="00BF631A">
        <w:tc>
          <w:tcPr>
            <w:tcW w:w="487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F631A">
              <w:rPr>
                <w:rFonts w:ascii="Times New Roman" w:hAnsi="Times New Roman"/>
                <w:sz w:val="26"/>
                <w:szCs w:val="26"/>
                <w:lang w:eastAsia="ru-RU"/>
              </w:rPr>
              <w:t>Несовершеннолетние лица в возрасте от 6,5 до 11 лет</w:t>
            </w:r>
          </w:p>
        </w:tc>
        <w:tc>
          <w:tcPr>
            <w:tcW w:w="467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F631A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851"/>
        <w:gridCol w:w="850"/>
        <w:gridCol w:w="992"/>
        <w:gridCol w:w="993"/>
        <w:gridCol w:w="992"/>
        <w:gridCol w:w="992"/>
        <w:gridCol w:w="1985"/>
      </w:tblGrid>
      <w:tr w:rsidR="0015466E" w:rsidRPr="0064175F" w:rsidTr="005A1020">
        <w:trPr>
          <w:cantSplit/>
          <w:trHeight w:val="360"/>
        </w:trPr>
        <w:tc>
          <w:tcPr>
            <w:tcW w:w="1985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851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819" w:type="dxa"/>
            <w:gridSpan w:val="5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985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15466E" w:rsidRPr="0064175F" w:rsidTr="005A1020">
        <w:trPr>
          <w:cantSplit/>
          <w:trHeight w:val="720"/>
        </w:trPr>
        <w:tc>
          <w:tcPr>
            <w:tcW w:w="1985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3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2016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5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5A1020">
        <w:trPr>
          <w:cantSplit/>
          <w:trHeight w:val="517"/>
        </w:trPr>
        <w:tc>
          <w:tcPr>
            <w:tcW w:w="1985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851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38 %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38 %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38 %</w:t>
            </w:r>
          </w:p>
        </w:tc>
        <w:tc>
          <w:tcPr>
            <w:tcW w:w="1985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кач-ваЗУНовобучающихся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1985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851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78 %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985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Мониторинг 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1985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851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деятельности ОУ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1985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851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1985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851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Тарификация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46"/>
        <w:gridCol w:w="1241"/>
        <w:gridCol w:w="1015"/>
        <w:gridCol w:w="986"/>
        <w:gridCol w:w="986"/>
        <w:gridCol w:w="988"/>
        <w:gridCol w:w="993"/>
        <w:gridCol w:w="1409"/>
      </w:tblGrid>
      <w:tr w:rsidR="0015466E" w:rsidRPr="0064175F" w:rsidTr="003A043E">
        <w:trPr>
          <w:cantSplit/>
          <w:trHeight w:val="360"/>
        </w:trPr>
        <w:tc>
          <w:tcPr>
            <w:tcW w:w="1059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2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570" w:type="pct"/>
            <w:gridSpan w:val="5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29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15466E" w:rsidRPr="0064175F" w:rsidTr="003A043E">
        <w:trPr>
          <w:cantSplit/>
          <w:trHeight w:val="600"/>
        </w:trPr>
        <w:tc>
          <w:tcPr>
            <w:tcW w:w="1059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vAlign w:val="center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10" w:type="pct"/>
            <w:vAlign w:val="center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10" w:type="pct"/>
            <w:vAlign w:val="center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11" w:type="pct"/>
            <w:vAlign w:val="center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2017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12" w:type="pct"/>
            <w:vAlign w:val="center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29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3A043E">
        <w:trPr>
          <w:cantSplit/>
          <w:trHeight w:val="240"/>
        </w:trPr>
        <w:tc>
          <w:tcPr>
            <w:tcW w:w="105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BF631A">
              <w:rPr>
                <w:rFonts w:ascii="Times New Roman" w:hAnsi="Times New Roman"/>
                <w:lang w:eastAsia="ru-RU"/>
              </w:rPr>
              <w:t xml:space="preserve">Организация предоставление общедоступного и бесплатного начального общего образования в общеобразовательных учреждениях </w:t>
            </w:r>
          </w:p>
        </w:tc>
        <w:tc>
          <w:tcPr>
            <w:tcW w:w="642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25" w:type="pct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10" w:type="pct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10" w:type="pct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11" w:type="pct"/>
          </w:tcPr>
          <w:p w:rsidR="0015466E" w:rsidRPr="00BF631A" w:rsidRDefault="0015466E" w:rsidP="00AC5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12" w:type="pct"/>
          </w:tcPr>
          <w:p w:rsidR="0015466E" w:rsidRPr="00BF631A" w:rsidRDefault="0015466E" w:rsidP="00DA5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2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Алфавитная книга учащихся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15466E" w:rsidRPr="005140F0" w:rsidRDefault="0015466E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15466E" w:rsidRPr="005140F0" w:rsidRDefault="0015466E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>Закон</w:t>
      </w:r>
      <w:r>
        <w:rPr>
          <w:rFonts w:ascii="Times New Roman" w:hAnsi="Times New Roman"/>
          <w:sz w:val="26"/>
          <w:szCs w:val="26"/>
          <w:lang w:eastAsia="ar-SA"/>
        </w:rPr>
        <w:t xml:space="preserve"> РФ</w:t>
      </w:r>
      <w:r w:rsidRPr="005140F0">
        <w:rPr>
          <w:rFonts w:ascii="Times New Roman" w:hAnsi="Times New Roman"/>
          <w:sz w:val="26"/>
          <w:szCs w:val="26"/>
          <w:lang w:eastAsia="ar-SA"/>
        </w:rPr>
        <w:t xml:space="preserve"> 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15466E" w:rsidRPr="005140F0" w:rsidRDefault="0015466E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15466E" w:rsidRPr="005140F0" w:rsidRDefault="0015466E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15466E" w:rsidRPr="005140F0" w:rsidRDefault="0015466E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15466E" w:rsidRPr="00BF631A" w:rsidRDefault="0015466E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15466E" w:rsidRPr="00BF631A" w:rsidRDefault="0015466E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15466E" w:rsidRPr="00BF631A" w:rsidRDefault="0015466E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15466E" w:rsidRPr="00BF631A" w:rsidRDefault="0015466E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15466E" w:rsidRPr="00BF631A" w:rsidRDefault="0015466E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- Письмо Минобразования РФ от 14 июля </w:t>
      </w:r>
      <w:smartTag w:uri="urn:schemas-microsoft-com:office:smarttags" w:element="metricconverter">
        <w:smartTagPr>
          <w:attr w:name="ProductID" w:val="1992 г"/>
        </w:smartTagPr>
        <w:r w:rsidRPr="00BF631A">
          <w:rPr>
            <w:rFonts w:ascii="Times New Roman" w:hAnsi="Times New Roman"/>
            <w:sz w:val="26"/>
            <w:szCs w:val="26"/>
            <w:lang w:eastAsia="ru-RU"/>
          </w:rPr>
          <w:t>2003 г</w:t>
        </w:r>
      </w:smartTag>
      <w:r w:rsidRPr="00BF631A">
        <w:rPr>
          <w:rFonts w:ascii="Times New Roman" w:hAnsi="Times New Roman"/>
          <w:sz w:val="26"/>
          <w:szCs w:val="26"/>
          <w:lang w:eastAsia="ru-RU"/>
        </w:rPr>
        <w:t>. № 27/2967-6 (Инструктивное  письмо «О психолого-медико-педагогической комиссии»);</w:t>
      </w:r>
    </w:p>
    <w:p w:rsidR="0015466E" w:rsidRPr="00BF631A" w:rsidRDefault="0015466E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образования в форме экстерната».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6"/>
        <w:gridCol w:w="3247"/>
        <w:gridCol w:w="3247"/>
      </w:tblGrid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Визитная карточка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Историческая справка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Нормативные документы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Реализуемые программы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Кадровое и методическое обеспечение школы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Новости </w:t>
            </w:r>
          </w:p>
          <w:p w:rsidR="0015466E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 работы школы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2014-2015 уч.год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2015-2016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уч.год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Летний оздоровительный лагерь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Информатизация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Родителям первоклассников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Фотоальбом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МБОУ на стендах.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  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образовательного учреждения;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отчет о самообследовании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 в четверть; 1 раза в год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5140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15466E" w:rsidRPr="00BF631A" w:rsidRDefault="0015466E" w:rsidP="005140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15466E" w:rsidRPr="0064175F" w:rsidTr="0064175F">
        <w:tc>
          <w:tcPr>
            <w:tcW w:w="4219" w:type="dxa"/>
            <w:gridSpan w:val="2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15466E" w:rsidRPr="0064175F" w:rsidTr="0064175F">
        <w:tc>
          <w:tcPr>
            <w:tcW w:w="534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  <w:vAlign w:val="bottom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64175F">
                <w:rPr>
                  <w:rFonts w:ascii="Times New Roman" w:hAnsi="Times New Roman"/>
                  <w:sz w:val="26"/>
                  <w:szCs w:val="26"/>
                  <w:lang w:eastAsia="ru-RU"/>
                </w:rPr>
                <w:t>2012 г</w:t>
              </w:r>
            </w:smartTag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МБОУ Сорская основная общеобразовательная школа № 2 им. Толстихиной Ю.Н.</w:t>
            </w:r>
          </w:p>
        </w:tc>
      </w:tr>
      <w:tr w:rsidR="0015466E" w:rsidRPr="0064175F" w:rsidTr="0064175F">
        <w:tc>
          <w:tcPr>
            <w:tcW w:w="534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  <w:vAlign w:val="bottom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64175F">
                <w:rPr>
                  <w:rFonts w:ascii="Times New Roman" w:hAnsi="Times New Roman"/>
                  <w:sz w:val="26"/>
                  <w:szCs w:val="26"/>
                  <w:lang w:eastAsia="ru-RU"/>
                </w:rPr>
                <w:t>2012 г</w:t>
              </w:r>
            </w:smartTag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МБОУ Сорская основная общеобразовательная школа № 2 им. Толстихиной Ю.Н. </w:t>
            </w:r>
          </w:p>
        </w:tc>
      </w:tr>
      <w:tr w:rsidR="0015466E" w:rsidRPr="0064175F" w:rsidTr="0064175F">
        <w:tc>
          <w:tcPr>
            <w:tcW w:w="534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64175F">
                <w:rPr>
                  <w:rFonts w:ascii="Times New Roman" w:hAnsi="Times New Roman"/>
                  <w:sz w:val="26"/>
                  <w:szCs w:val="26"/>
                  <w:lang w:eastAsia="ru-RU"/>
                </w:rPr>
                <w:t>2012 г</w:t>
              </w:r>
            </w:smartTag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64175F">
        <w:tc>
          <w:tcPr>
            <w:tcW w:w="534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  <w:gridCol w:w="2694"/>
        <w:gridCol w:w="3498"/>
      </w:tblGrid>
      <w:tr w:rsidR="0015466E" w:rsidRPr="0064175F" w:rsidTr="0023388C">
        <w:trPr>
          <w:cantSplit/>
          <w:trHeight w:val="480"/>
        </w:trPr>
        <w:tc>
          <w:tcPr>
            <w:tcW w:w="1796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394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10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 города Сорска, осуществляющие контроль за оказанием муниципальной услуги </w:t>
            </w:r>
          </w:p>
        </w:tc>
      </w:tr>
      <w:tr w:rsidR="0015466E" w:rsidRPr="0064175F" w:rsidTr="0023388C">
        <w:trPr>
          <w:cantSplit/>
          <w:trHeight w:val="240"/>
        </w:trPr>
        <w:tc>
          <w:tcPr>
            <w:tcW w:w="1796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1.К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онтроль  исполнения муниципального задания МБОУ Сорская ООШ №2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им.Толстихиной Ю.Н.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осуществляет самостоятельно, в соответствии с требованиями действующего законодательства</w:t>
            </w:r>
          </w:p>
        </w:tc>
        <w:tc>
          <w:tcPr>
            <w:tcW w:w="1394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 раз в  квартал до 15 числа месяца следующим за отчетным</w:t>
            </w:r>
          </w:p>
        </w:tc>
        <w:tc>
          <w:tcPr>
            <w:tcW w:w="1810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0"/>
        <w:gridCol w:w="845"/>
        <w:gridCol w:w="1788"/>
        <w:gridCol w:w="1436"/>
        <w:gridCol w:w="1915"/>
        <w:gridCol w:w="1490"/>
      </w:tblGrid>
      <w:tr w:rsidR="0015466E" w:rsidRPr="0064175F" w:rsidTr="0023388C">
        <w:trPr>
          <w:cantSplit/>
          <w:trHeight w:val="720"/>
        </w:trPr>
        <w:tc>
          <w:tcPr>
            <w:tcW w:w="113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25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4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7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информации о фактическом значении показателя</w:t>
            </w:r>
          </w:p>
        </w:tc>
      </w:tr>
      <w:tr w:rsidR="0015466E" w:rsidRPr="0064175F" w:rsidTr="0023388C">
        <w:trPr>
          <w:cantSplit/>
          <w:trHeight w:val="240"/>
        </w:trPr>
        <w:tc>
          <w:tcPr>
            <w:tcW w:w="113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1" w:type="pct"/>
          </w:tcPr>
          <w:p w:rsidR="0015466E" w:rsidRPr="001B7BDD" w:rsidRDefault="0015466E" w:rsidP="003A043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B7BDD">
              <w:rPr>
                <w:rFonts w:ascii="Times New Roman" w:hAnsi="Times New Roman"/>
              </w:rPr>
              <w:t xml:space="preserve">Отклонение </w:t>
            </w:r>
            <w:r>
              <w:rPr>
                <w:rFonts w:ascii="Times New Roman" w:hAnsi="Times New Roman"/>
              </w:rPr>
              <w:t>незначительное (1</w:t>
            </w:r>
            <w:r w:rsidRPr="001B7BDD">
              <w:rPr>
                <w:rFonts w:ascii="Times New Roman" w:hAnsi="Times New Roman"/>
              </w:rPr>
              <w:t xml:space="preserve">%). </w:t>
            </w:r>
            <w:r w:rsidRPr="001B7BDD">
              <w:rPr>
                <w:rFonts w:ascii="Times New Roman" w:hAnsi="Times New Roman"/>
                <w:color w:val="000000"/>
                <w:shd w:val="clear" w:color="auto" w:fill="FFFFFF"/>
              </w:rPr>
              <w:t>Низкая мотивация к обучению у обучающихся и их родителей (законных представителей)</w:t>
            </w:r>
          </w:p>
        </w:tc>
        <w:tc>
          <w:tcPr>
            <w:tcW w:w="771" w:type="pct"/>
          </w:tcPr>
          <w:p w:rsidR="0015466E" w:rsidRPr="001B7BDD" w:rsidRDefault="0015466E" w:rsidP="00B0297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B7BDD">
              <w:rPr>
                <w:rFonts w:ascii="Times New Roman" w:hAnsi="Times New Roman"/>
              </w:rPr>
              <w:t>Мониторинг, анализ работы школы</w:t>
            </w:r>
            <w:r>
              <w:rPr>
                <w:rFonts w:ascii="Times New Roman" w:hAnsi="Times New Roman"/>
              </w:rPr>
              <w:t xml:space="preserve"> за год, за  учебный год</w:t>
            </w:r>
          </w:p>
        </w:tc>
      </w:tr>
      <w:tr w:rsidR="0015466E" w:rsidRPr="0064175F" w:rsidTr="0023388C">
        <w:trPr>
          <w:cantSplit/>
          <w:trHeight w:val="240"/>
        </w:trPr>
        <w:tc>
          <w:tcPr>
            <w:tcW w:w="113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.Охват обучающихся  дополнительным образованием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1" w:type="pct"/>
          </w:tcPr>
          <w:p w:rsidR="0015466E" w:rsidRPr="0064175F" w:rsidRDefault="0015466E" w:rsidP="00B02975">
            <w:pPr>
              <w:jc w:val="center"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Введение ФГОС (1А,2А,3А</w:t>
            </w:r>
            <w:r>
              <w:rPr>
                <w:rFonts w:ascii="Times New Roman" w:hAnsi="Times New Roman"/>
              </w:rPr>
              <w:t>,4А</w:t>
            </w:r>
            <w:r w:rsidRPr="0064175F">
              <w:rPr>
                <w:rFonts w:ascii="Times New Roman" w:hAnsi="Times New Roman"/>
              </w:rPr>
              <w:t>)       ВНД-100%</w:t>
            </w:r>
          </w:p>
        </w:tc>
        <w:tc>
          <w:tcPr>
            <w:tcW w:w="771" w:type="pct"/>
          </w:tcPr>
          <w:p w:rsidR="0015466E" w:rsidRPr="0064175F" w:rsidRDefault="0015466E" w:rsidP="00B02975">
            <w:pPr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</w:t>
            </w:r>
          </w:p>
        </w:tc>
      </w:tr>
      <w:tr w:rsidR="0015466E" w:rsidRPr="0064175F" w:rsidTr="0023388C">
        <w:trPr>
          <w:cantSplit/>
          <w:trHeight w:val="240"/>
        </w:trPr>
        <w:tc>
          <w:tcPr>
            <w:tcW w:w="113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23388C">
        <w:trPr>
          <w:cantSplit/>
          <w:trHeight w:val="240"/>
        </w:trPr>
        <w:tc>
          <w:tcPr>
            <w:tcW w:w="113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23388C">
        <w:trPr>
          <w:cantSplit/>
          <w:trHeight w:val="240"/>
        </w:trPr>
        <w:tc>
          <w:tcPr>
            <w:tcW w:w="113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15466E" w:rsidRPr="00BF631A" w:rsidRDefault="0015466E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466E" w:rsidRPr="00B16B0C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16B0C">
        <w:rPr>
          <w:rFonts w:ascii="Times New Roman" w:hAnsi="Times New Roman"/>
          <w:b/>
          <w:sz w:val="26"/>
          <w:szCs w:val="26"/>
          <w:lang w:eastAsia="ru-RU"/>
        </w:rPr>
        <w:t>РАЗДЕЛ 2</w:t>
      </w:r>
    </w:p>
    <w:p w:rsidR="0015466E" w:rsidRPr="00B16B0C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5466E" w:rsidRPr="00BF631A" w:rsidRDefault="0015466E" w:rsidP="00BF631A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15466E" w:rsidRDefault="0015466E" w:rsidP="00BF631A">
      <w:pPr>
        <w:spacing w:after="0" w:line="240" w:lineRule="auto"/>
        <w:rPr>
          <w:rFonts w:ascii="Times New Roman" w:hAnsi="Times New Roman"/>
          <w:b/>
          <w:color w:val="333333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color w:val="333333"/>
          <w:sz w:val="26"/>
          <w:szCs w:val="26"/>
          <w:u w:val="single"/>
          <w:lang w:eastAsia="ru-RU"/>
        </w:rPr>
        <w:t xml:space="preserve">Организация предоставление общедоступного и бесплатного основного общего образования в общеобразовательных учреждениях </w:t>
      </w:r>
    </w:p>
    <w:p w:rsidR="0015466E" w:rsidRDefault="0015466E" w:rsidP="00BF631A">
      <w:pPr>
        <w:spacing w:after="0" w:line="240" w:lineRule="auto"/>
        <w:rPr>
          <w:rFonts w:ascii="Times New Roman" w:hAnsi="Times New Roman"/>
          <w:b/>
          <w:color w:val="333333"/>
          <w:sz w:val="26"/>
          <w:szCs w:val="26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7364"/>
      </w:tblGrid>
      <w:tr w:rsidR="0015466E" w:rsidRPr="0064175F" w:rsidTr="0064175F">
        <w:tc>
          <w:tcPr>
            <w:tcW w:w="2376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процедуры оказания  услуги</w:t>
            </w:r>
          </w:p>
        </w:tc>
        <w:tc>
          <w:tcPr>
            <w:tcW w:w="7364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  др.).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 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15466E" w:rsidRPr="00BF631A" w:rsidRDefault="0015466E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</w:p>
    <w:p w:rsidR="0015466E" w:rsidRDefault="0015466E" w:rsidP="0023388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4"/>
        <w:gridCol w:w="4510"/>
      </w:tblGrid>
      <w:tr w:rsidR="0015466E" w:rsidRPr="0064175F" w:rsidTr="0064175F">
        <w:tc>
          <w:tcPr>
            <w:tcW w:w="5264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510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 предоставления услуги</w:t>
            </w:r>
          </w:p>
        </w:tc>
      </w:tr>
      <w:tr w:rsidR="0015466E" w:rsidRPr="0064175F" w:rsidTr="0064175F">
        <w:tc>
          <w:tcPr>
            <w:tcW w:w="5264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Несовершеннолетние лица в возрасте </w:t>
            </w:r>
          </w:p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10 до 16 лет </w:t>
            </w:r>
          </w:p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0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безвозмездная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услуги.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985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240"/>
        <w:gridCol w:w="1006"/>
        <w:gridCol w:w="992"/>
        <w:gridCol w:w="992"/>
        <w:gridCol w:w="993"/>
        <w:gridCol w:w="992"/>
        <w:gridCol w:w="1843"/>
      </w:tblGrid>
      <w:tr w:rsidR="0015466E" w:rsidRPr="0064175F" w:rsidTr="005A1020">
        <w:trPr>
          <w:cantSplit/>
          <w:trHeight w:val="360"/>
        </w:trPr>
        <w:tc>
          <w:tcPr>
            <w:tcW w:w="1800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40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975" w:type="dxa"/>
            <w:gridSpan w:val="5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15466E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5466E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5A1020">
        <w:trPr>
          <w:cantSplit/>
          <w:trHeight w:val="720"/>
        </w:trPr>
        <w:tc>
          <w:tcPr>
            <w:tcW w:w="1800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5A1020">
        <w:trPr>
          <w:cantSplit/>
          <w:trHeight w:val="517"/>
        </w:trPr>
        <w:tc>
          <w:tcPr>
            <w:tcW w:w="18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кач-ваЗУНовобучающихся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180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Мониторинг 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18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деятельности ОУ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18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18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Тарификация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4"/>
        <w:gridCol w:w="1226"/>
        <w:gridCol w:w="897"/>
        <w:gridCol w:w="993"/>
        <w:gridCol w:w="993"/>
        <w:gridCol w:w="991"/>
        <w:gridCol w:w="1843"/>
      </w:tblGrid>
      <w:tr w:rsidR="0015466E" w:rsidRPr="0064175F" w:rsidTr="005A1020">
        <w:trPr>
          <w:cantSplit/>
          <w:trHeight w:val="361"/>
        </w:trPr>
        <w:tc>
          <w:tcPr>
            <w:tcW w:w="1371" w:type="pct"/>
            <w:vMerge w:val="restart"/>
            <w:vAlign w:val="center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1" w:type="pct"/>
            <w:vMerge w:val="restart"/>
            <w:vAlign w:val="center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025" w:type="pct"/>
            <w:gridSpan w:val="4"/>
            <w:vAlign w:val="center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963" w:type="pct"/>
            <w:vMerge w:val="restart"/>
            <w:vAlign w:val="center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15466E" w:rsidRPr="0064175F" w:rsidTr="005A1020">
        <w:trPr>
          <w:cantSplit/>
          <w:trHeight w:val="601"/>
        </w:trPr>
        <w:tc>
          <w:tcPr>
            <w:tcW w:w="1371" w:type="pct"/>
            <w:vMerge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vMerge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Align w:val="center"/>
          </w:tcPr>
          <w:p w:rsidR="0015466E" w:rsidRPr="00BF631A" w:rsidRDefault="0015466E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19" w:type="pct"/>
            <w:vAlign w:val="center"/>
          </w:tcPr>
          <w:p w:rsidR="0015466E" w:rsidRPr="00BF631A" w:rsidRDefault="0015466E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19" w:type="pct"/>
            <w:vAlign w:val="center"/>
          </w:tcPr>
          <w:p w:rsidR="0015466E" w:rsidRPr="00BF631A" w:rsidRDefault="0015466E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18" w:type="pct"/>
            <w:vAlign w:val="center"/>
          </w:tcPr>
          <w:p w:rsidR="0015466E" w:rsidRPr="00BF631A" w:rsidRDefault="0015466E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63" w:type="pct"/>
            <w:vMerge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5A1020">
        <w:trPr>
          <w:cantSplit/>
          <w:trHeight w:val="2160"/>
        </w:trPr>
        <w:tc>
          <w:tcPr>
            <w:tcW w:w="1371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предоставление общедоступного и бесплатного основного общего образования в общеобразовательных учреждениях </w:t>
            </w:r>
          </w:p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469" w:type="pct"/>
          </w:tcPr>
          <w:p w:rsidR="0015466E" w:rsidRPr="00BF631A" w:rsidRDefault="0015466E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19" w:type="pct"/>
          </w:tcPr>
          <w:p w:rsidR="0015466E" w:rsidRPr="00BF631A" w:rsidRDefault="0015466E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9" w:type="pct"/>
          </w:tcPr>
          <w:p w:rsidR="0015466E" w:rsidRPr="00BF631A" w:rsidRDefault="0015466E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18" w:type="pct"/>
          </w:tcPr>
          <w:p w:rsidR="0015466E" w:rsidRPr="00BF631A" w:rsidRDefault="0015466E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6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>З</w:t>
      </w:r>
      <w:r>
        <w:rPr>
          <w:rFonts w:ascii="Times New Roman" w:hAnsi="Times New Roman"/>
          <w:sz w:val="26"/>
          <w:szCs w:val="26"/>
          <w:lang w:eastAsia="ar-SA"/>
        </w:rPr>
        <w:t xml:space="preserve">акон РФ </w:t>
      </w:r>
      <w:r w:rsidRPr="005140F0">
        <w:rPr>
          <w:rFonts w:ascii="Times New Roman" w:hAnsi="Times New Roman"/>
          <w:sz w:val="26"/>
          <w:szCs w:val="26"/>
          <w:lang w:eastAsia="ar-SA"/>
        </w:rPr>
        <w:t>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15466E" w:rsidRPr="00BF631A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образования в форме экстерната».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6"/>
        <w:gridCol w:w="3247"/>
        <w:gridCol w:w="3247"/>
      </w:tblGrid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Визитная карточка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Историческая справка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Нормативные документы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Реализуемые программы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Кадровое и методическое обеспечение школы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Новости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 работы школы на 2014 - 2015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- 2015-2016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уч.год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Летний оздоровительный лагерь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Информатизация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Родителям первоклассников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Фотоальбом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МОУ на стендах.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отчет о самообследовании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проводимых мероприятиях в ОУ, сайт.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раза в год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15466E" w:rsidRPr="0064175F" w:rsidTr="0064175F">
        <w:tc>
          <w:tcPr>
            <w:tcW w:w="4219" w:type="dxa"/>
            <w:gridSpan w:val="2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15466E" w:rsidRPr="0064175F" w:rsidTr="0064175F">
        <w:tc>
          <w:tcPr>
            <w:tcW w:w="534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  <w:vAlign w:val="bottom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DA5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МБОУ Сорская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ООШ 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№ 2 им. Толстихиной Ю.Н.</w:t>
            </w:r>
          </w:p>
        </w:tc>
      </w:tr>
      <w:tr w:rsidR="0015466E" w:rsidRPr="0064175F" w:rsidTr="0064175F">
        <w:tc>
          <w:tcPr>
            <w:tcW w:w="534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  <w:vAlign w:val="bottom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DA5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МБОУ Сорская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ООШ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2 им. Толстихиной Ю.Н. </w:t>
            </w:r>
          </w:p>
        </w:tc>
      </w:tr>
      <w:tr w:rsidR="0015466E" w:rsidRPr="0064175F" w:rsidTr="0064175F">
        <w:tc>
          <w:tcPr>
            <w:tcW w:w="534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64175F">
        <w:tc>
          <w:tcPr>
            <w:tcW w:w="534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31"/>
        <w:gridCol w:w="2694"/>
        <w:gridCol w:w="3639"/>
      </w:tblGrid>
      <w:tr w:rsidR="0015466E" w:rsidRPr="0064175F" w:rsidTr="0023388C">
        <w:trPr>
          <w:cantSplit/>
          <w:trHeight w:val="480"/>
        </w:trPr>
        <w:tc>
          <w:tcPr>
            <w:tcW w:w="172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394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8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города Сорска, осуществляющие контроль за оказанием муниципальной услуги </w:t>
            </w:r>
          </w:p>
        </w:tc>
      </w:tr>
      <w:tr w:rsidR="0015466E" w:rsidRPr="0064175F" w:rsidTr="0023388C">
        <w:trPr>
          <w:cantSplit/>
          <w:trHeight w:val="240"/>
        </w:trPr>
        <w:tc>
          <w:tcPr>
            <w:tcW w:w="172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онтроль  исполнения муниципального задания МБОУ Сорская ООШ №2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им. Толстихиной Ю.Н.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самостоятельно, в соответствии с требованиями действующего законодательства</w:t>
            </w:r>
          </w:p>
        </w:tc>
        <w:tc>
          <w:tcPr>
            <w:tcW w:w="1394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 раз в  квартал до 15 числа месяца следующим за отчетным</w:t>
            </w:r>
          </w:p>
        </w:tc>
        <w:tc>
          <w:tcPr>
            <w:tcW w:w="188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9"/>
        <w:gridCol w:w="992"/>
        <w:gridCol w:w="1843"/>
        <w:gridCol w:w="1419"/>
        <w:gridCol w:w="1986"/>
        <w:gridCol w:w="1549"/>
      </w:tblGrid>
      <w:tr w:rsidR="0015466E" w:rsidRPr="0064175F" w:rsidTr="00C432CE">
        <w:trPr>
          <w:cantSplit/>
          <w:trHeight w:val="1576"/>
        </w:trPr>
        <w:tc>
          <w:tcPr>
            <w:tcW w:w="988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51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3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2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98" w:type="pct"/>
          </w:tcPr>
          <w:p w:rsidR="0015466E" w:rsidRPr="00BF631A" w:rsidRDefault="0015466E" w:rsidP="001B7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(и)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 о фактическом значении показателя</w:t>
            </w:r>
          </w:p>
        </w:tc>
      </w:tr>
      <w:tr w:rsidR="0015466E" w:rsidRPr="0064175F" w:rsidTr="00C432CE">
        <w:trPr>
          <w:cantSplit/>
          <w:trHeight w:val="240"/>
        </w:trPr>
        <w:tc>
          <w:tcPr>
            <w:tcW w:w="988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1.Качество образования</w:t>
            </w:r>
          </w:p>
        </w:tc>
        <w:tc>
          <w:tcPr>
            <w:tcW w:w="51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3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23" w:type="pct"/>
          </w:tcPr>
          <w:p w:rsidR="0015466E" w:rsidRPr="001B7BDD" w:rsidRDefault="0015466E" w:rsidP="001B7B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B7BDD">
              <w:rPr>
                <w:rFonts w:ascii="Times New Roman" w:hAnsi="Times New Roman"/>
              </w:rPr>
              <w:t xml:space="preserve">Отклонение </w:t>
            </w:r>
            <w:r>
              <w:rPr>
                <w:rFonts w:ascii="Times New Roman" w:hAnsi="Times New Roman"/>
              </w:rPr>
              <w:t>незначительное (</w:t>
            </w:r>
            <w:r w:rsidRPr="001B7BDD">
              <w:rPr>
                <w:rFonts w:ascii="Times New Roman" w:hAnsi="Times New Roman"/>
              </w:rPr>
              <w:t>2%). Неблагополучный контингент с низким социальным статусом.</w:t>
            </w:r>
            <w:r w:rsidRPr="001B7BD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Низкая мотивация к обучению у обучающихся и их родителей (законных представителей)</w:t>
            </w:r>
          </w:p>
        </w:tc>
        <w:tc>
          <w:tcPr>
            <w:tcW w:w="798" w:type="pct"/>
          </w:tcPr>
          <w:p w:rsidR="0015466E" w:rsidRPr="001B7BDD" w:rsidRDefault="0015466E" w:rsidP="001B7B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B7BDD">
              <w:rPr>
                <w:rFonts w:ascii="Times New Roman" w:hAnsi="Times New Roman"/>
              </w:rPr>
              <w:t>Мониторинг, анализ работы школы</w:t>
            </w:r>
            <w:r>
              <w:rPr>
                <w:rFonts w:ascii="Times New Roman" w:hAnsi="Times New Roman"/>
              </w:rPr>
              <w:t xml:space="preserve"> за год, за  учебный год</w:t>
            </w:r>
          </w:p>
        </w:tc>
      </w:tr>
      <w:tr w:rsidR="0015466E" w:rsidRPr="0064175F" w:rsidTr="00C432CE">
        <w:trPr>
          <w:cantSplit/>
          <w:trHeight w:val="240"/>
        </w:trPr>
        <w:tc>
          <w:tcPr>
            <w:tcW w:w="988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51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15466E" w:rsidRPr="0064175F" w:rsidRDefault="0015466E" w:rsidP="00B02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  <w:r w:rsidRPr="0064175F">
              <w:rPr>
                <w:rFonts w:ascii="Times New Roman" w:hAnsi="Times New Roman"/>
              </w:rPr>
              <w:t>%</w:t>
            </w:r>
          </w:p>
        </w:tc>
        <w:tc>
          <w:tcPr>
            <w:tcW w:w="731" w:type="pct"/>
          </w:tcPr>
          <w:p w:rsidR="0015466E" w:rsidRPr="0064175F" w:rsidRDefault="0015466E" w:rsidP="00B029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  <w:r w:rsidRPr="0064175F">
              <w:rPr>
                <w:rFonts w:ascii="Times New Roman" w:hAnsi="Times New Roman"/>
              </w:rPr>
              <w:t>%</w:t>
            </w:r>
          </w:p>
        </w:tc>
        <w:tc>
          <w:tcPr>
            <w:tcW w:w="1023" w:type="pct"/>
          </w:tcPr>
          <w:p w:rsidR="0015466E" w:rsidRDefault="0015466E" w:rsidP="00DA53AA">
            <w:pPr>
              <w:jc w:val="center"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Работа классных руководителей по привлечению в кружки и спортивные секции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15466E" w:rsidRPr="0064175F" w:rsidRDefault="0015466E" w:rsidP="00DA53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ВНД в 5 А</w:t>
            </w:r>
          </w:p>
        </w:tc>
        <w:tc>
          <w:tcPr>
            <w:tcW w:w="798" w:type="pct"/>
          </w:tcPr>
          <w:p w:rsidR="0015466E" w:rsidRPr="0064175F" w:rsidRDefault="0015466E" w:rsidP="00B02975">
            <w:pPr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</w:t>
            </w:r>
          </w:p>
        </w:tc>
      </w:tr>
      <w:tr w:rsidR="0015466E" w:rsidRPr="0064175F" w:rsidTr="00C432CE">
        <w:trPr>
          <w:cantSplit/>
          <w:trHeight w:val="240"/>
        </w:trPr>
        <w:tc>
          <w:tcPr>
            <w:tcW w:w="988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51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3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02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C432CE">
        <w:trPr>
          <w:cantSplit/>
          <w:trHeight w:val="240"/>
        </w:trPr>
        <w:tc>
          <w:tcPr>
            <w:tcW w:w="988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51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3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02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C432CE">
        <w:trPr>
          <w:cantSplit/>
          <w:trHeight w:val="240"/>
        </w:trPr>
        <w:tc>
          <w:tcPr>
            <w:tcW w:w="988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51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3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02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466E" w:rsidRPr="00B16B0C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6B0C">
        <w:rPr>
          <w:rFonts w:ascii="Times New Roman" w:hAnsi="Times New Roman"/>
          <w:b/>
          <w:sz w:val="24"/>
          <w:szCs w:val="24"/>
          <w:lang w:eastAsia="ru-RU"/>
        </w:rPr>
        <w:t>РАЗДЕЛ 3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15466E" w:rsidRDefault="0015466E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>Организация предоставление общедоступного и бесплатного начального общего образования в общеобразовательных учреждениях по п</w:t>
      </w: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рограммам специальных (</w:t>
      </w: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коррекционных классов </w:t>
      </w:r>
      <w:r w:rsidRPr="00BF631A">
        <w:rPr>
          <w:rFonts w:ascii="Times New Roman" w:hAnsi="Times New Roman"/>
          <w:b/>
          <w:sz w:val="26"/>
          <w:szCs w:val="26"/>
          <w:u w:val="single"/>
          <w:lang w:val="en-US" w:eastAsia="ru-RU"/>
        </w:rPr>
        <w:t>VIII</w:t>
      </w: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вида. </w:t>
      </w:r>
    </w:p>
    <w:p w:rsidR="0015466E" w:rsidRDefault="0015466E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222"/>
      </w:tblGrid>
      <w:tr w:rsidR="0015466E" w:rsidRPr="0064175F" w:rsidTr="0064175F">
        <w:tc>
          <w:tcPr>
            <w:tcW w:w="2518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процедуры оказания  услуги</w:t>
            </w:r>
          </w:p>
        </w:tc>
        <w:tc>
          <w:tcPr>
            <w:tcW w:w="7222" w:type="dxa"/>
          </w:tcPr>
          <w:p w:rsidR="0015466E" w:rsidRPr="0064175F" w:rsidRDefault="0015466E" w:rsidP="006417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15466E" w:rsidRPr="0064175F" w:rsidRDefault="0015466E" w:rsidP="006417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  др.). </w:t>
            </w:r>
          </w:p>
          <w:p w:rsidR="0015466E" w:rsidRPr="0064175F" w:rsidRDefault="0015466E" w:rsidP="006417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15466E" w:rsidRPr="0064175F" w:rsidRDefault="0015466E" w:rsidP="006417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 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15466E" w:rsidRPr="00BF631A" w:rsidRDefault="0015466E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16B0C" w:rsidRDefault="0015466E" w:rsidP="00B16B0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16B0C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0"/>
      </w:tblGrid>
      <w:tr w:rsidR="0015466E" w:rsidRPr="0064175F" w:rsidTr="0064175F">
        <w:tc>
          <w:tcPr>
            <w:tcW w:w="4690" w:type="dxa"/>
            <w:vAlign w:val="center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690" w:type="dxa"/>
            <w:vAlign w:val="center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15466E" w:rsidRPr="0064175F" w:rsidTr="0064175F">
        <w:tc>
          <w:tcPr>
            <w:tcW w:w="4690" w:type="dxa"/>
            <w:vAlign w:val="center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Несовершеннолетние лица в возрасте от 8 до 11 лет </w:t>
            </w:r>
          </w:p>
        </w:tc>
        <w:tc>
          <w:tcPr>
            <w:tcW w:w="4690" w:type="dxa"/>
            <w:vAlign w:val="center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  <w:r w:rsidRPr="00BF631A">
        <w:rPr>
          <w:rFonts w:ascii="Times New Roman" w:hAnsi="Times New Roman"/>
          <w:sz w:val="26"/>
          <w:szCs w:val="26"/>
          <w:vertAlign w:val="superscript"/>
          <w:lang w:eastAsia="ru-RU"/>
        </w:rPr>
        <w:t>2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240"/>
        <w:gridCol w:w="968"/>
        <w:gridCol w:w="992"/>
        <w:gridCol w:w="992"/>
        <w:gridCol w:w="992"/>
        <w:gridCol w:w="993"/>
        <w:gridCol w:w="1842"/>
      </w:tblGrid>
      <w:tr w:rsidR="0015466E" w:rsidRPr="0064175F" w:rsidTr="00897175">
        <w:trPr>
          <w:cantSplit/>
          <w:trHeight w:val="360"/>
        </w:trPr>
        <w:tc>
          <w:tcPr>
            <w:tcW w:w="1800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40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937" w:type="dxa"/>
            <w:gridSpan w:val="5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842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15466E" w:rsidRPr="0064175F" w:rsidTr="00897175">
        <w:trPr>
          <w:cantSplit/>
          <w:trHeight w:val="720"/>
        </w:trPr>
        <w:tc>
          <w:tcPr>
            <w:tcW w:w="1800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842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897175">
        <w:trPr>
          <w:cantSplit/>
          <w:trHeight w:val="517"/>
        </w:trPr>
        <w:tc>
          <w:tcPr>
            <w:tcW w:w="18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25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25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кач-ваЗУНовобучающихся</w:t>
            </w:r>
          </w:p>
        </w:tc>
      </w:tr>
      <w:tr w:rsidR="0015466E" w:rsidRPr="0064175F" w:rsidTr="00897175">
        <w:trPr>
          <w:cantSplit/>
          <w:trHeight w:val="240"/>
        </w:trPr>
        <w:tc>
          <w:tcPr>
            <w:tcW w:w="180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</w:t>
            </w:r>
          </w:p>
        </w:tc>
      </w:tr>
      <w:tr w:rsidR="0015466E" w:rsidRPr="0064175F" w:rsidTr="00897175">
        <w:trPr>
          <w:cantSplit/>
          <w:trHeight w:val="240"/>
        </w:trPr>
        <w:tc>
          <w:tcPr>
            <w:tcW w:w="18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качества деятельности ОУ</w:t>
            </w:r>
          </w:p>
        </w:tc>
      </w:tr>
      <w:tr w:rsidR="0015466E" w:rsidRPr="0064175F" w:rsidTr="00897175">
        <w:trPr>
          <w:cantSplit/>
          <w:trHeight w:val="240"/>
        </w:trPr>
        <w:tc>
          <w:tcPr>
            <w:tcW w:w="18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</w:t>
            </w:r>
          </w:p>
        </w:tc>
      </w:tr>
      <w:tr w:rsidR="0015466E" w:rsidRPr="0064175F" w:rsidTr="00897175">
        <w:trPr>
          <w:cantSplit/>
          <w:trHeight w:val="240"/>
        </w:trPr>
        <w:tc>
          <w:tcPr>
            <w:tcW w:w="18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24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Тарификация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80" w:type="pc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82"/>
        <w:gridCol w:w="1418"/>
        <w:gridCol w:w="992"/>
        <w:gridCol w:w="992"/>
        <w:gridCol w:w="992"/>
        <w:gridCol w:w="994"/>
        <w:gridCol w:w="2549"/>
      </w:tblGrid>
      <w:tr w:rsidR="0015466E" w:rsidRPr="0064175F" w:rsidTr="00897175">
        <w:trPr>
          <w:cantSplit/>
          <w:trHeight w:val="360"/>
        </w:trPr>
        <w:tc>
          <w:tcPr>
            <w:tcW w:w="959" w:type="pct"/>
            <w:vMerge w:val="restart"/>
            <w:vAlign w:val="center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22" w:type="pct"/>
            <w:vMerge w:val="restart"/>
            <w:vAlign w:val="center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021" w:type="pct"/>
            <w:gridSpan w:val="4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1298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15466E" w:rsidRPr="0064175F" w:rsidTr="00897175">
        <w:trPr>
          <w:cantSplit/>
          <w:trHeight w:val="600"/>
        </w:trPr>
        <w:tc>
          <w:tcPr>
            <w:tcW w:w="959" w:type="pct"/>
            <w:vMerge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vMerge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Align w:val="center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05" w:type="pct"/>
            <w:vAlign w:val="center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05" w:type="pct"/>
            <w:vAlign w:val="center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05" w:type="pct"/>
            <w:vAlign w:val="center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98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897175">
        <w:trPr>
          <w:cantSplit/>
          <w:trHeight w:val="240"/>
        </w:trPr>
        <w:tc>
          <w:tcPr>
            <w:tcW w:w="959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предоставление общедоступного и бесплатного начального общего образования в общеобразовательных учрежден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иях по программам специальных (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коррекционных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классов VIII вида</w:t>
            </w:r>
          </w:p>
        </w:tc>
        <w:tc>
          <w:tcPr>
            <w:tcW w:w="722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05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5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5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5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8" w:type="pct"/>
          </w:tcPr>
          <w:p w:rsidR="0015466E" w:rsidRPr="00BF631A" w:rsidRDefault="0015466E" w:rsidP="006A6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6137CD" w:rsidRDefault="0015466E" w:rsidP="006137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 w:rsidRPr="006137CD">
        <w:rPr>
          <w:rFonts w:ascii="Times New Roman" w:hAnsi="Times New Roman"/>
          <w:sz w:val="26"/>
          <w:szCs w:val="26"/>
          <w:lang w:eastAsia="ru-RU"/>
        </w:rPr>
        <w:t>Порядок оказания муниципальной услуги</w:t>
      </w:r>
    </w:p>
    <w:p w:rsidR="0015466E" w:rsidRPr="00F039A5" w:rsidRDefault="0015466E" w:rsidP="00F039A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 xml:space="preserve">Закон </w:t>
      </w:r>
      <w:r>
        <w:rPr>
          <w:rFonts w:ascii="Times New Roman" w:hAnsi="Times New Roman"/>
          <w:sz w:val="26"/>
          <w:szCs w:val="26"/>
          <w:lang w:eastAsia="ar-SA"/>
        </w:rPr>
        <w:t xml:space="preserve">РФ </w:t>
      </w:r>
      <w:r w:rsidRPr="005140F0">
        <w:rPr>
          <w:rFonts w:ascii="Times New Roman" w:hAnsi="Times New Roman"/>
          <w:sz w:val="26"/>
          <w:szCs w:val="26"/>
          <w:lang w:eastAsia="ar-SA"/>
        </w:rPr>
        <w:t>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15466E" w:rsidRPr="00BF631A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образования в форме экстерната».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3408"/>
        <w:gridCol w:w="3247"/>
      </w:tblGrid>
      <w:tr w:rsidR="0015466E" w:rsidRPr="0064175F" w:rsidTr="0064175F">
        <w:tc>
          <w:tcPr>
            <w:tcW w:w="3085" w:type="dxa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408" w:type="dxa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5466E" w:rsidRPr="0064175F" w:rsidTr="0064175F">
        <w:tc>
          <w:tcPr>
            <w:tcW w:w="3085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408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085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408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Визитная карточка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Историческая справка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Нормативные документы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Реализуемые программы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Кадровое и методическое обеспечение школы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Новости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3" w:history="1"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План работы школы на 2014</w:t>
              </w:r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- </w:t>
              </w: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2015</w:t>
              </w:r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учебный год</w:t>
              </w:r>
            </w:hyperlink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- 2015-2016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уч.год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Летний оздоровительный лагерь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Информатизаци</w:t>
            </w:r>
            <w:r w:rsidRPr="00641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Родителям первоклассников</w:t>
              </w:r>
            </w:hyperlink>
            <w:hyperlink r:id="rId16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Фотоальбом</w:t>
              </w:r>
            </w:hyperlink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085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МОУ на стендах.</w:t>
            </w:r>
          </w:p>
        </w:tc>
        <w:tc>
          <w:tcPr>
            <w:tcW w:w="3408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085" w:type="dxa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408" w:type="dxa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085" w:type="dxa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публичный доклад</w:t>
            </w:r>
          </w:p>
        </w:tc>
        <w:tc>
          <w:tcPr>
            <w:tcW w:w="3408" w:type="dxa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раза в год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"/>
        <w:gridCol w:w="3967"/>
        <w:gridCol w:w="5377"/>
      </w:tblGrid>
      <w:tr w:rsidR="0015466E" w:rsidRPr="0064175F" w:rsidTr="0064175F">
        <w:tc>
          <w:tcPr>
            <w:tcW w:w="4361" w:type="dxa"/>
            <w:gridSpan w:val="2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15466E" w:rsidRPr="0064175F" w:rsidTr="0064175F">
        <w:tc>
          <w:tcPr>
            <w:tcW w:w="392" w:type="dxa"/>
            <w:vAlign w:val="bottom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МОУ Сорская основная общеобразовательная школа № 2 им. Толстихиной Ю.Н.</w:t>
            </w:r>
          </w:p>
        </w:tc>
      </w:tr>
      <w:tr w:rsidR="0015466E" w:rsidRPr="0064175F" w:rsidTr="0064175F">
        <w:tc>
          <w:tcPr>
            <w:tcW w:w="392" w:type="dxa"/>
            <w:vAlign w:val="bottom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МОУ Сорская основная общеобразовательная школа № 2 им. Толстихиной Ю.Н. </w:t>
            </w:r>
          </w:p>
        </w:tc>
      </w:tr>
      <w:tr w:rsidR="0015466E" w:rsidRPr="0064175F" w:rsidTr="0064175F">
        <w:tc>
          <w:tcPr>
            <w:tcW w:w="392" w:type="dxa"/>
            <w:vAlign w:val="bottom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96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</w:tc>
      </w:tr>
      <w:tr w:rsidR="0015466E" w:rsidRPr="0064175F" w:rsidTr="0064175F">
        <w:tc>
          <w:tcPr>
            <w:tcW w:w="392" w:type="dxa"/>
            <w:vAlign w:val="bottom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1"/>
        <w:gridCol w:w="2089"/>
        <w:gridCol w:w="5354"/>
      </w:tblGrid>
      <w:tr w:rsidR="0015466E" w:rsidRPr="0064175F" w:rsidTr="00BF631A">
        <w:trPr>
          <w:cantSplit/>
          <w:trHeight w:val="480"/>
        </w:trPr>
        <w:tc>
          <w:tcPr>
            <w:tcW w:w="11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города Сорска, осуществляющие контроль за оказанием муниципальной услуги </w:t>
            </w:r>
          </w:p>
        </w:tc>
      </w:tr>
      <w:tr w:rsidR="0015466E" w:rsidRPr="0064175F" w:rsidTr="00BF631A">
        <w:trPr>
          <w:cantSplit/>
          <w:trHeight w:val="240"/>
        </w:trPr>
        <w:tc>
          <w:tcPr>
            <w:tcW w:w="1149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1.контроль  исполнения муниципального задания МБОУ Сорская ООШ №2 им.Толстихиной Ю.Н. осуществляет самостоятельно, в соответствии с требованиями действующего законодательства</w:t>
            </w:r>
          </w:p>
        </w:tc>
        <w:tc>
          <w:tcPr>
            <w:tcW w:w="1081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 раз в  квартал до 15 числа месяца следующим за отчетным</w:t>
            </w:r>
          </w:p>
        </w:tc>
        <w:tc>
          <w:tcPr>
            <w:tcW w:w="2770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03"/>
        <w:gridCol w:w="1262"/>
        <w:gridCol w:w="1551"/>
        <w:gridCol w:w="1549"/>
        <w:gridCol w:w="1691"/>
        <w:gridCol w:w="1452"/>
      </w:tblGrid>
      <w:tr w:rsidR="0015466E" w:rsidRPr="0064175F" w:rsidTr="006920B5">
        <w:trPr>
          <w:cantSplit/>
          <w:trHeight w:val="720"/>
        </w:trPr>
        <w:tc>
          <w:tcPr>
            <w:tcW w:w="1134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50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9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98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7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48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15466E" w:rsidRPr="0064175F" w:rsidTr="006920B5">
        <w:trPr>
          <w:cantSplit/>
          <w:trHeight w:val="240"/>
        </w:trPr>
        <w:tc>
          <w:tcPr>
            <w:tcW w:w="1134" w:type="pct"/>
          </w:tcPr>
          <w:p w:rsidR="0015466E" w:rsidRPr="006137CD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650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8" w:type="pct"/>
          </w:tcPr>
          <w:p w:rsidR="0015466E" w:rsidRPr="006137CD" w:rsidRDefault="0015466E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1" w:type="pct"/>
          </w:tcPr>
          <w:p w:rsidR="0015466E" w:rsidRPr="0064175F" w:rsidRDefault="0015466E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Значительный рост (15%), введение инклюзивного образования</w:t>
            </w:r>
          </w:p>
        </w:tc>
        <w:tc>
          <w:tcPr>
            <w:tcW w:w="748" w:type="pct"/>
          </w:tcPr>
          <w:p w:rsidR="0015466E" w:rsidRPr="0064175F" w:rsidRDefault="0015466E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Мониторинг, анализ работы школы за год, за  учебный год</w:t>
            </w:r>
          </w:p>
        </w:tc>
      </w:tr>
      <w:tr w:rsidR="0015466E" w:rsidRPr="0064175F" w:rsidTr="006920B5">
        <w:trPr>
          <w:cantSplit/>
          <w:trHeight w:val="240"/>
        </w:trPr>
        <w:tc>
          <w:tcPr>
            <w:tcW w:w="1134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650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8" w:type="pct"/>
          </w:tcPr>
          <w:p w:rsidR="0015466E" w:rsidRPr="006137CD" w:rsidRDefault="0015466E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1" w:type="pct"/>
          </w:tcPr>
          <w:p w:rsidR="0015466E" w:rsidRPr="0064175F" w:rsidRDefault="0015466E" w:rsidP="006920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Работа классных руководителей по привлечению в кружки и спортивные секции</w:t>
            </w:r>
          </w:p>
        </w:tc>
        <w:tc>
          <w:tcPr>
            <w:tcW w:w="748" w:type="pct"/>
          </w:tcPr>
          <w:p w:rsidR="0015466E" w:rsidRPr="0064175F" w:rsidRDefault="0015466E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</w:t>
            </w:r>
          </w:p>
        </w:tc>
      </w:tr>
      <w:tr w:rsidR="0015466E" w:rsidRPr="0064175F" w:rsidTr="006920B5">
        <w:trPr>
          <w:cantSplit/>
          <w:trHeight w:val="240"/>
        </w:trPr>
        <w:tc>
          <w:tcPr>
            <w:tcW w:w="1134" w:type="pct"/>
          </w:tcPr>
          <w:p w:rsidR="0015466E" w:rsidRPr="006137CD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650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8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71" w:type="pct"/>
          </w:tcPr>
          <w:p w:rsidR="0015466E" w:rsidRPr="0064175F" w:rsidRDefault="0015466E" w:rsidP="00B02975"/>
        </w:tc>
        <w:tc>
          <w:tcPr>
            <w:tcW w:w="748" w:type="pct"/>
          </w:tcPr>
          <w:p w:rsidR="0015466E" w:rsidRPr="0064175F" w:rsidRDefault="0015466E" w:rsidP="00B02975"/>
        </w:tc>
      </w:tr>
      <w:tr w:rsidR="0015466E" w:rsidRPr="0064175F" w:rsidTr="006920B5">
        <w:trPr>
          <w:cantSplit/>
          <w:trHeight w:val="240"/>
        </w:trPr>
        <w:tc>
          <w:tcPr>
            <w:tcW w:w="1134" w:type="pct"/>
          </w:tcPr>
          <w:p w:rsidR="0015466E" w:rsidRPr="006137CD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650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8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71" w:type="pct"/>
          </w:tcPr>
          <w:p w:rsidR="0015466E" w:rsidRPr="0064175F" w:rsidRDefault="0015466E" w:rsidP="00B02975"/>
        </w:tc>
        <w:tc>
          <w:tcPr>
            <w:tcW w:w="748" w:type="pct"/>
          </w:tcPr>
          <w:p w:rsidR="0015466E" w:rsidRPr="0064175F" w:rsidRDefault="0015466E" w:rsidP="00B02975"/>
        </w:tc>
      </w:tr>
      <w:tr w:rsidR="0015466E" w:rsidRPr="0064175F" w:rsidTr="006920B5">
        <w:trPr>
          <w:cantSplit/>
          <w:trHeight w:val="240"/>
        </w:trPr>
        <w:tc>
          <w:tcPr>
            <w:tcW w:w="1134" w:type="pct"/>
          </w:tcPr>
          <w:p w:rsidR="0015466E" w:rsidRPr="006137CD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650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8" w:type="pct"/>
          </w:tcPr>
          <w:p w:rsidR="0015466E" w:rsidRPr="006137CD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71" w:type="pct"/>
          </w:tcPr>
          <w:p w:rsidR="0015466E" w:rsidRPr="0064175F" w:rsidRDefault="0015466E" w:rsidP="00B02975"/>
        </w:tc>
        <w:tc>
          <w:tcPr>
            <w:tcW w:w="748" w:type="pct"/>
          </w:tcPr>
          <w:p w:rsidR="0015466E" w:rsidRPr="0064175F" w:rsidRDefault="0015466E" w:rsidP="00B02975"/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4"/>
          <w:szCs w:val="24"/>
          <w:lang w:eastAsia="ru-RU"/>
        </w:rPr>
        <w:t>8</w:t>
      </w:r>
      <w:r w:rsidRPr="00BF631A">
        <w:rPr>
          <w:rFonts w:ascii="Times New Roman" w:hAnsi="Times New Roman"/>
          <w:sz w:val="26"/>
          <w:szCs w:val="26"/>
          <w:lang w:eastAsia="ru-RU"/>
        </w:rPr>
        <w:t>.2. Сроки представления отчетов об исполнении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02975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02975">
        <w:rPr>
          <w:rFonts w:ascii="Times New Roman" w:hAnsi="Times New Roman"/>
          <w:b/>
          <w:sz w:val="24"/>
          <w:szCs w:val="24"/>
          <w:lang w:eastAsia="ru-RU"/>
        </w:rPr>
        <w:t>РАЗДЕЛ 4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15466E" w:rsidRPr="00BF631A" w:rsidRDefault="0015466E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предоставление общедоступного и бесплатного основного образования в общеобразовательных учреждениях </w:t>
      </w:r>
    </w:p>
    <w:p w:rsidR="0015466E" w:rsidRDefault="0015466E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По программам специальных ( коррекционных) классов </w:t>
      </w:r>
      <w:r w:rsidRPr="00BF631A">
        <w:rPr>
          <w:rFonts w:ascii="Times New Roman" w:hAnsi="Times New Roman"/>
          <w:b/>
          <w:sz w:val="26"/>
          <w:szCs w:val="26"/>
          <w:u w:val="single"/>
          <w:lang w:val="en-US" w:eastAsia="ru-RU"/>
        </w:rPr>
        <w:t>VIII</w:t>
      </w: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вида.</w:t>
      </w:r>
    </w:p>
    <w:p w:rsidR="0015466E" w:rsidRDefault="0015466E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7364"/>
      </w:tblGrid>
      <w:tr w:rsidR="0015466E" w:rsidRPr="0064175F" w:rsidTr="0064175F">
        <w:tc>
          <w:tcPr>
            <w:tcW w:w="2835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процедуры оказания  услуги</w:t>
            </w:r>
          </w:p>
        </w:tc>
        <w:tc>
          <w:tcPr>
            <w:tcW w:w="7364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  др.).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 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15466E" w:rsidRPr="00BF631A" w:rsidRDefault="0015466E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2. Потребители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9"/>
        <w:gridCol w:w="4870"/>
      </w:tblGrid>
      <w:tr w:rsidR="0015466E" w:rsidRPr="0064175F" w:rsidTr="0064175F">
        <w:tc>
          <w:tcPr>
            <w:tcW w:w="5329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870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15466E" w:rsidRPr="0064175F" w:rsidTr="0064175F">
        <w:tc>
          <w:tcPr>
            <w:tcW w:w="5329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Несовершеннолетние лица в возрасте от 11 до 16 лет </w:t>
            </w:r>
          </w:p>
        </w:tc>
        <w:tc>
          <w:tcPr>
            <w:tcW w:w="4870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10038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00"/>
        <w:gridCol w:w="1134"/>
        <w:gridCol w:w="992"/>
        <w:gridCol w:w="992"/>
        <w:gridCol w:w="992"/>
        <w:gridCol w:w="993"/>
        <w:gridCol w:w="992"/>
        <w:gridCol w:w="1843"/>
      </w:tblGrid>
      <w:tr w:rsidR="0015466E" w:rsidRPr="0064175F" w:rsidTr="005A1020">
        <w:trPr>
          <w:cantSplit/>
          <w:trHeight w:val="360"/>
        </w:trPr>
        <w:tc>
          <w:tcPr>
            <w:tcW w:w="2100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961" w:type="dxa"/>
            <w:gridSpan w:val="5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843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15466E" w:rsidRPr="0064175F" w:rsidTr="005A1020">
        <w:trPr>
          <w:cantSplit/>
          <w:trHeight w:val="720"/>
        </w:trPr>
        <w:tc>
          <w:tcPr>
            <w:tcW w:w="2100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5A1020">
        <w:trPr>
          <w:cantSplit/>
          <w:trHeight w:val="517"/>
        </w:trPr>
        <w:tc>
          <w:tcPr>
            <w:tcW w:w="21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1134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24%</w:t>
            </w:r>
          </w:p>
        </w:tc>
        <w:tc>
          <w:tcPr>
            <w:tcW w:w="99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кач-ваЗУНовобучающихся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210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134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99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21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134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качества деятельности ОУ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21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134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</w:t>
            </w:r>
          </w:p>
        </w:tc>
      </w:tr>
      <w:tr w:rsidR="0015466E" w:rsidRPr="0064175F" w:rsidTr="005A1020">
        <w:trPr>
          <w:cantSplit/>
          <w:trHeight w:val="240"/>
        </w:trPr>
        <w:tc>
          <w:tcPr>
            <w:tcW w:w="210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134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15466E" w:rsidRPr="00BF631A" w:rsidRDefault="0015466E" w:rsidP="001052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Тарификация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55"/>
        <w:gridCol w:w="1560"/>
        <w:gridCol w:w="1293"/>
        <w:gridCol w:w="1119"/>
        <w:gridCol w:w="1437"/>
      </w:tblGrid>
      <w:tr w:rsidR="0015466E" w:rsidRPr="0064175F" w:rsidTr="00BF631A">
        <w:trPr>
          <w:cantSplit/>
          <w:trHeight w:val="360"/>
        </w:trPr>
        <w:tc>
          <w:tcPr>
            <w:tcW w:w="2202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807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48" w:type="pct"/>
            <w:gridSpan w:val="2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43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15466E" w:rsidRPr="0064175F" w:rsidTr="00BF631A">
        <w:trPr>
          <w:cantSplit/>
          <w:trHeight w:val="600"/>
        </w:trPr>
        <w:tc>
          <w:tcPr>
            <w:tcW w:w="2202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79" w:type="pc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43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BF631A">
        <w:trPr>
          <w:cantSplit/>
          <w:trHeight w:val="240"/>
        </w:trPr>
        <w:tc>
          <w:tcPr>
            <w:tcW w:w="2202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предоставление общедоступного и бесплатного начального общего образования в общеобразовательных учреждениях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66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>Закон 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15466E" w:rsidRPr="00BF631A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15466E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</w:t>
      </w:r>
      <w:r>
        <w:rPr>
          <w:rFonts w:ascii="Times New Roman" w:hAnsi="Times New Roman"/>
          <w:sz w:val="26"/>
          <w:szCs w:val="26"/>
          <w:lang w:eastAsia="ru-RU"/>
        </w:rPr>
        <w:t>бразования в форме экстерната».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6"/>
        <w:gridCol w:w="3247"/>
        <w:gridCol w:w="3247"/>
      </w:tblGrid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Визитная карточка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Историческая справка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9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Нормативные документы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Реализуемые программы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Кадровое и методическое обеспечение школы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Новости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3" w:history="1"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План работы школы на 2014 – 2015  </w:t>
              </w:r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учебный год</w:t>
              </w:r>
            </w:hyperlink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- 2015-2016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уч.год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Летний оздоровительный лагерь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Информатизаци</w:t>
            </w:r>
            <w:r w:rsidRPr="00641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Родителям первоклассников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Фотоальбом</w:t>
              </w:r>
            </w:hyperlink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МБОУ на стендах.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публичный доклад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раза в год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"/>
        <w:gridCol w:w="3967"/>
        <w:gridCol w:w="5377"/>
      </w:tblGrid>
      <w:tr w:rsidR="0015466E" w:rsidRPr="0064175F" w:rsidTr="0064175F">
        <w:tc>
          <w:tcPr>
            <w:tcW w:w="4361" w:type="dxa"/>
            <w:gridSpan w:val="2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15466E" w:rsidRPr="0064175F" w:rsidTr="0064175F">
        <w:tc>
          <w:tcPr>
            <w:tcW w:w="392" w:type="dxa"/>
            <w:vAlign w:val="bottom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МОУ Сорская основная общеобразовательная школа № 2 им. Толстихиной Ю.Н.</w:t>
            </w:r>
          </w:p>
        </w:tc>
      </w:tr>
      <w:tr w:rsidR="0015466E" w:rsidRPr="0064175F" w:rsidTr="0064175F">
        <w:tc>
          <w:tcPr>
            <w:tcW w:w="392" w:type="dxa"/>
            <w:vAlign w:val="bottom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МОУ Сорская основная общеобразовательная школа № 2 им. Толстихиной Ю.Н. </w:t>
            </w:r>
          </w:p>
        </w:tc>
      </w:tr>
      <w:tr w:rsidR="0015466E" w:rsidRPr="0064175F" w:rsidTr="0064175F">
        <w:tc>
          <w:tcPr>
            <w:tcW w:w="392" w:type="dxa"/>
            <w:vAlign w:val="bottom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96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</w:tc>
      </w:tr>
      <w:tr w:rsidR="0015466E" w:rsidRPr="0064175F" w:rsidTr="0064175F">
        <w:tc>
          <w:tcPr>
            <w:tcW w:w="392" w:type="dxa"/>
            <w:vAlign w:val="bottom"/>
          </w:tcPr>
          <w:p w:rsidR="0015466E" w:rsidRPr="0064175F" w:rsidRDefault="0015466E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379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1"/>
        <w:gridCol w:w="2089"/>
        <w:gridCol w:w="5354"/>
      </w:tblGrid>
      <w:tr w:rsidR="0015466E" w:rsidRPr="0064175F" w:rsidTr="00BF631A">
        <w:trPr>
          <w:cantSplit/>
          <w:trHeight w:val="480"/>
        </w:trPr>
        <w:tc>
          <w:tcPr>
            <w:tcW w:w="11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города Сорска, осуществляющие контроль за оказанием муниципальной услуги </w:t>
            </w:r>
          </w:p>
        </w:tc>
      </w:tr>
      <w:tr w:rsidR="0015466E" w:rsidRPr="0064175F" w:rsidTr="00BF631A">
        <w:trPr>
          <w:cantSplit/>
          <w:trHeight w:val="240"/>
        </w:trPr>
        <w:tc>
          <w:tcPr>
            <w:tcW w:w="11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1.контроль исполнения муниципального задания  МБОУ Сорская ООШ № 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им.Толстихиной Ю.Н.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, осуществляется самостоятельно, в соответствии с требованиями действующего законодательства</w:t>
            </w:r>
          </w:p>
        </w:tc>
        <w:tc>
          <w:tcPr>
            <w:tcW w:w="108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 раз в квартал до 15 числа месяца следующим за отчетным</w:t>
            </w:r>
          </w:p>
        </w:tc>
        <w:tc>
          <w:tcPr>
            <w:tcW w:w="2770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94"/>
        <w:gridCol w:w="837"/>
        <w:gridCol w:w="1416"/>
        <w:gridCol w:w="1558"/>
        <w:gridCol w:w="1563"/>
        <w:gridCol w:w="1699"/>
      </w:tblGrid>
      <w:tr w:rsidR="0015466E" w:rsidRPr="0064175F" w:rsidTr="001229FE">
        <w:trPr>
          <w:cantSplit/>
          <w:trHeight w:val="720"/>
        </w:trPr>
        <w:tc>
          <w:tcPr>
            <w:tcW w:w="130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40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814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1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888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15466E" w:rsidRPr="0064175F" w:rsidTr="001229FE">
        <w:trPr>
          <w:cantSplit/>
          <w:trHeight w:val="240"/>
        </w:trPr>
        <w:tc>
          <w:tcPr>
            <w:tcW w:w="130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0" w:type="pct"/>
          </w:tcPr>
          <w:p w:rsidR="0015466E" w:rsidRPr="006137CD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4" w:type="pct"/>
          </w:tcPr>
          <w:p w:rsidR="0015466E" w:rsidRPr="006137CD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7" w:type="pct"/>
          </w:tcPr>
          <w:p w:rsidR="0015466E" w:rsidRPr="0064175F" w:rsidRDefault="0015466E" w:rsidP="00B029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Значительный рост (17</w:t>
            </w:r>
            <w:r w:rsidRPr="0064175F">
              <w:rPr>
                <w:rFonts w:ascii="Times New Roman" w:hAnsi="Times New Roman"/>
              </w:rPr>
              <w:t xml:space="preserve">%). </w:t>
            </w:r>
            <w:r>
              <w:rPr>
                <w:rFonts w:ascii="Times New Roman" w:hAnsi="Times New Roman"/>
              </w:rPr>
              <w:t xml:space="preserve"> Введение инклюзивного образования</w:t>
            </w:r>
          </w:p>
        </w:tc>
        <w:tc>
          <w:tcPr>
            <w:tcW w:w="888" w:type="pct"/>
          </w:tcPr>
          <w:p w:rsidR="0015466E" w:rsidRPr="0064175F" w:rsidRDefault="0015466E" w:rsidP="00B02975">
            <w:pPr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Мониторинг, анализ работы школы за год, за  учебный год</w:t>
            </w:r>
          </w:p>
        </w:tc>
      </w:tr>
      <w:tr w:rsidR="0015466E" w:rsidRPr="0064175F" w:rsidTr="001229FE">
        <w:trPr>
          <w:cantSplit/>
          <w:trHeight w:val="240"/>
        </w:trPr>
        <w:tc>
          <w:tcPr>
            <w:tcW w:w="1303" w:type="pct"/>
          </w:tcPr>
          <w:p w:rsidR="0015466E" w:rsidRPr="00BF631A" w:rsidRDefault="0015466E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BF631A">
              <w:rPr>
                <w:rFonts w:ascii="Times New Roman" w:hAnsi="Times New Roman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437" w:type="pct"/>
          </w:tcPr>
          <w:p w:rsidR="0015466E" w:rsidRPr="00BF631A" w:rsidRDefault="0015466E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BF631A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740" w:type="pct"/>
          </w:tcPr>
          <w:p w:rsidR="0015466E" w:rsidRPr="006137CD" w:rsidRDefault="0015466E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4" w:type="pct"/>
          </w:tcPr>
          <w:p w:rsidR="0015466E" w:rsidRPr="006137CD" w:rsidRDefault="0015466E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7" w:type="pct"/>
          </w:tcPr>
          <w:p w:rsidR="0015466E" w:rsidRPr="0064175F" w:rsidRDefault="0015466E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Наблюдается рост. Работа классных руководителей</w:t>
            </w:r>
          </w:p>
        </w:tc>
        <w:tc>
          <w:tcPr>
            <w:tcW w:w="888" w:type="pct"/>
          </w:tcPr>
          <w:p w:rsidR="0015466E" w:rsidRPr="0064175F" w:rsidRDefault="0015466E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Мониторинг, анализ работы школы за год, за  учебный год</w:t>
            </w:r>
          </w:p>
        </w:tc>
      </w:tr>
      <w:tr w:rsidR="0015466E" w:rsidRPr="0064175F" w:rsidTr="001229FE">
        <w:trPr>
          <w:cantSplit/>
          <w:trHeight w:val="240"/>
        </w:trPr>
        <w:tc>
          <w:tcPr>
            <w:tcW w:w="130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0" w:type="pct"/>
          </w:tcPr>
          <w:p w:rsidR="0015466E" w:rsidRPr="006137CD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4" w:type="pct"/>
          </w:tcPr>
          <w:p w:rsidR="0015466E" w:rsidRPr="006137CD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7" w:type="pct"/>
          </w:tcPr>
          <w:p w:rsidR="0015466E" w:rsidRPr="0064175F" w:rsidRDefault="0015466E" w:rsidP="00B02975"/>
        </w:tc>
        <w:tc>
          <w:tcPr>
            <w:tcW w:w="888" w:type="pct"/>
          </w:tcPr>
          <w:p w:rsidR="0015466E" w:rsidRPr="0064175F" w:rsidRDefault="0015466E" w:rsidP="00B02975"/>
        </w:tc>
      </w:tr>
      <w:tr w:rsidR="0015466E" w:rsidRPr="0064175F" w:rsidTr="001229FE">
        <w:trPr>
          <w:cantSplit/>
          <w:trHeight w:val="240"/>
        </w:trPr>
        <w:tc>
          <w:tcPr>
            <w:tcW w:w="130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0" w:type="pct"/>
          </w:tcPr>
          <w:p w:rsidR="0015466E" w:rsidRPr="006137CD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4" w:type="pct"/>
          </w:tcPr>
          <w:p w:rsidR="0015466E" w:rsidRPr="006137CD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7" w:type="pct"/>
          </w:tcPr>
          <w:p w:rsidR="0015466E" w:rsidRPr="0064175F" w:rsidRDefault="0015466E" w:rsidP="00B02975"/>
        </w:tc>
        <w:tc>
          <w:tcPr>
            <w:tcW w:w="888" w:type="pct"/>
          </w:tcPr>
          <w:p w:rsidR="0015466E" w:rsidRPr="0064175F" w:rsidRDefault="0015466E" w:rsidP="00B02975"/>
        </w:tc>
      </w:tr>
      <w:tr w:rsidR="0015466E" w:rsidRPr="0064175F" w:rsidTr="001229FE">
        <w:trPr>
          <w:cantSplit/>
          <w:trHeight w:val="240"/>
        </w:trPr>
        <w:tc>
          <w:tcPr>
            <w:tcW w:w="130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437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0" w:type="pct"/>
          </w:tcPr>
          <w:p w:rsidR="0015466E" w:rsidRPr="006137CD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4" w:type="pct"/>
          </w:tcPr>
          <w:p w:rsidR="0015466E" w:rsidRPr="006137CD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7" w:type="pct"/>
          </w:tcPr>
          <w:p w:rsidR="0015466E" w:rsidRPr="0064175F" w:rsidRDefault="0015466E" w:rsidP="00B02975"/>
        </w:tc>
        <w:tc>
          <w:tcPr>
            <w:tcW w:w="888" w:type="pct"/>
          </w:tcPr>
          <w:p w:rsidR="0015466E" w:rsidRPr="0064175F" w:rsidRDefault="0015466E" w:rsidP="00B02975"/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5466E" w:rsidRPr="00B02975" w:rsidRDefault="0015466E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5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15466E" w:rsidRDefault="0015466E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предоставления бесплатного одноразового питания детей малообеспеченных семей в общеобразовательных  учреждениях </w:t>
      </w:r>
    </w:p>
    <w:p w:rsidR="0015466E" w:rsidRPr="00BF631A" w:rsidRDefault="0015466E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7364"/>
      </w:tblGrid>
      <w:tr w:rsidR="0015466E" w:rsidRPr="0064175F" w:rsidTr="0064175F">
        <w:tc>
          <w:tcPr>
            <w:tcW w:w="237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процедуры оказания  услуги</w:t>
            </w:r>
          </w:p>
        </w:tc>
        <w:tc>
          <w:tcPr>
            <w:tcW w:w="7364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  др.).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 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15466E" w:rsidRPr="00BF631A" w:rsidRDefault="0015466E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16B0C" w:rsidRDefault="0015466E" w:rsidP="00B16B0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16B0C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10"/>
        <w:gridCol w:w="4510"/>
      </w:tblGrid>
      <w:tr w:rsidR="0015466E" w:rsidRPr="0064175F" w:rsidTr="0064175F">
        <w:tc>
          <w:tcPr>
            <w:tcW w:w="4510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510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15466E" w:rsidRPr="0064175F" w:rsidTr="0064175F">
        <w:tc>
          <w:tcPr>
            <w:tcW w:w="4510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Несовершеннолетние лица в возрасте от 6,5 до 16 лет </w:t>
            </w:r>
          </w:p>
        </w:tc>
        <w:tc>
          <w:tcPr>
            <w:tcW w:w="4510" w:type="dxa"/>
            <w:vAlign w:val="center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5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1080"/>
        <w:gridCol w:w="1100"/>
        <w:gridCol w:w="1080"/>
        <w:gridCol w:w="1080"/>
        <w:gridCol w:w="2160"/>
      </w:tblGrid>
      <w:tr w:rsidR="0015466E" w:rsidRPr="0064175F" w:rsidTr="00BF631A">
        <w:trPr>
          <w:cantSplit/>
          <w:trHeight w:val="360"/>
        </w:trPr>
        <w:tc>
          <w:tcPr>
            <w:tcW w:w="3060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3260" w:type="dxa"/>
            <w:gridSpan w:val="3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2160" w:type="dxa"/>
            <w:vMerge w:val="restar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15466E" w:rsidRPr="0064175F" w:rsidTr="00BF631A">
        <w:trPr>
          <w:cantSplit/>
          <w:trHeight w:val="720"/>
        </w:trPr>
        <w:tc>
          <w:tcPr>
            <w:tcW w:w="3060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60" w:type="dxa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BF631A">
        <w:trPr>
          <w:cantSplit/>
          <w:trHeight w:val="517"/>
        </w:trPr>
        <w:tc>
          <w:tcPr>
            <w:tcW w:w="3060" w:type="dxa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детей из малообеспеченных семей горячим одноразовым питанием </w:t>
            </w:r>
          </w:p>
        </w:tc>
        <w:tc>
          <w:tcPr>
            <w:tcW w:w="108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0" w:type="dxa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кач-ваЗУНовобучающихся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54"/>
        <w:gridCol w:w="1559"/>
        <w:gridCol w:w="1417"/>
        <w:gridCol w:w="1548"/>
        <w:gridCol w:w="1437"/>
      </w:tblGrid>
      <w:tr w:rsidR="0015466E" w:rsidRPr="0064175F" w:rsidTr="00BF631A">
        <w:trPr>
          <w:cantSplit/>
          <w:trHeight w:val="360"/>
        </w:trPr>
        <w:tc>
          <w:tcPr>
            <w:tcW w:w="1928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39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78" w:type="pct"/>
            <w:gridSpan w:val="2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55" w:type="pct"/>
            <w:vMerge w:val="restar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15466E" w:rsidRPr="0064175F" w:rsidTr="00BF631A">
        <w:trPr>
          <w:cantSplit/>
          <w:trHeight w:val="600"/>
        </w:trPr>
        <w:tc>
          <w:tcPr>
            <w:tcW w:w="1928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отчетный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  <w:vAlign w:val="center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2016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55" w:type="pct"/>
            <w:vMerge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BF631A">
        <w:trPr>
          <w:cantSplit/>
          <w:trHeight w:val="240"/>
        </w:trPr>
        <w:tc>
          <w:tcPr>
            <w:tcW w:w="1928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         предоставления бесплатного одноразового питания детей малообеспеченных семей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745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3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55" w:type="pct"/>
          </w:tcPr>
          <w:p w:rsidR="0015466E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>Закон 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15466E" w:rsidRPr="005140F0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15466E" w:rsidRPr="00BF631A" w:rsidRDefault="0015466E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15466E" w:rsidRPr="00BF631A" w:rsidRDefault="0015466E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15466E" w:rsidRPr="00BF631A" w:rsidRDefault="0015466E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образования в форме экстерната».</w:t>
      </w: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6"/>
        <w:gridCol w:w="3247"/>
        <w:gridCol w:w="3247"/>
      </w:tblGrid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7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Визитная карточка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Историческая справка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Нормативные документы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Реализуемые программы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Кадровое и методическое обеспечение школы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2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Новости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3" w:history="1"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План работы школы на 2014 - 2015</w:t>
              </w:r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учебный год</w:t>
              </w:r>
            </w:hyperlink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- 2015-2016</w:t>
            </w: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уч.год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4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Летний оздоровительный лагерь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Информатизаци</w:t>
            </w:r>
            <w:r w:rsidRPr="00641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5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Родителям первоклассников</w:t>
              </w:r>
            </w:hyperlink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6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Фотоальбом</w:t>
              </w:r>
            </w:hyperlink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МБОУ на стендах.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15466E" w:rsidRPr="0064175F" w:rsidTr="0064175F">
        <w:tc>
          <w:tcPr>
            <w:tcW w:w="3246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публичный доклад</w:t>
            </w: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раза в год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260"/>
        <w:gridCol w:w="5946"/>
      </w:tblGrid>
      <w:tr w:rsidR="0015466E" w:rsidRPr="0064175F" w:rsidTr="0064175F">
        <w:tc>
          <w:tcPr>
            <w:tcW w:w="3794" w:type="dxa"/>
            <w:gridSpan w:val="2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946" w:type="dxa"/>
          </w:tcPr>
          <w:p w:rsidR="0015466E" w:rsidRPr="0064175F" w:rsidRDefault="0015466E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15466E" w:rsidRPr="0064175F" w:rsidTr="0064175F">
        <w:tc>
          <w:tcPr>
            <w:tcW w:w="534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260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946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10 июля 1992 г. N 3266-1 «Об образовании», статья 34  части 1,2;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МБОУ Сорская основная общеобразовательная школа № 2 им. Толстихиной Ю.Н.</w:t>
            </w:r>
          </w:p>
        </w:tc>
      </w:tr>
      <w:tr w:rsidR="0015466E" w:rsidRPr="0064175F" w:rsidTr="0064175F">
        <w:tc>
          <w:tcPr>
            <w:tcW w:w="534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260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946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Закон РФ от 10 июля 1992 г. N 3266-1 «Об образовании», статья 34  части 1,2;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МБОУ Сорская основная общеобразовательная школа № 2 им. Толстихиной Ю.Н. </w:t>
            </w:r>
          </w:p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64175F">
        <w:tc>
          <w:tcPr>
            <w:tcW w:w="534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0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946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Закон РФ от 10 июля 1992 г. N 3266-1 «Об образовании», статья 33.1,  пункт 24</w:t>
            </w:r>
          </w:p>
        </w:tc>
      </w:tr>
      <w:tr w:rsidR="0015466E" w:rsidRPr="0064175F" w:rsidTr="0064175F">
        <w:tc>
          <w:tcPr>
            <w:tcW w:w="534" w:type="dxa"/>
          </w:tcPr>
          <w:p w:rsidR="0015466E" w:rsidRPr="0064175F" w:rsidRDefault="0015466E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260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946" w:type="dxa"/>
            <w:vAlign w:val="bottom"/>
          </w:tcPr>
          <w:p w:rsidR="0015466E" w:rsidRPr="0064175F" w:rsidRDefault="0015466E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1"/>
        <w:gridCol w:w="2089"/>
        <w:gridCol w:w="5354"/>
      </w:tblGrid>
      <w:tr w:rsidR="0015466E" w:rsidRPr="0064175F" w:rsidTr="00BF631A">
        <w:trPr>
          <w:cantSplit/>
          <w:trHeight w:val="480"/>
        </w:trPr>
        <w:tc>
          <w:tcPr>
            <w:tcW w:w="1149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города Сорска, осуществляющие контроль за оказанием муниципальной услуги </w:t>
            </w:r>
          </w:p>
        </w:tc>
      </w:tr>
      <w:tr w:rsidR="0015466E" w:rsidRPr="0064175F" w:rsidTr="00BF631A">
        <w:trPr>
          <w:cantSplit/>
          <w:trHeight w:val="240"/>
        </w:trPr>
        <w:tc>
          <w:tcPr>
            <w:tcW w:w="1149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 1 раз в квартал до 15 числа месяца следующим за отчетным</w:t>
            </w:r>
          </w:p>
        </w:tc>
        <w:tc>
          <w:tcPr>
            <w:tcW w:w="1081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 запросам Отдела образования администрации г.Сорска</w:t>
            </w:r>
          </w:p>
        </w:tc>
        <w:tc>
          <w:tcPr>
            <w:tcW w:w="2770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6"/>
        <w:gridCol w:w="1279"/>
        <w:gridCol w:w="1842"/>
        <w:gridCol w:w="1558"/>
        <w:gridCol w:w="1558"/>
        <w:gridCol w:w="1558"/>
      </w:tblGrid>
      <w:tr w:rsidR="0015466E" w:rsidRPr="0064175F" w:rsidTr="0052780A">
        <w:trPr>
          <w:cantSplit/>
          <w:trHeight w:val="720"/>
        </w:trPr>
        <w:tc>
          <w:tcPr>
            <w:tcW w:w="1043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35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Источникинформации о фактическом значении показателя</w:t>
            </w:r>
          </w:p>
        </w:tc>
      </w:tr>
      <w:tr w:rsidR="0015466E" w:rsidRPr="0064175F" w:rsidTr="0052780A">
        <w:trPr>
          <w:cantSplit/>
          <w:trHeight w:val="240"/>
        </w:trPr>
        <w:tc>
          <w:tcPr>
            <w:tcW w:w="104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1.Качество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питания</w:t>
            </w:r>
          </w:p>
        </w:tc>
        <w:tc>
          <w:tcPr>
            <w:tcW w:w="6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1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1" w:type="pct"/>
          </w:tcPr>
          <w:p w:rsidR="0015466E" w:rsidRDefault="0015466E" w:rsidP="00527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Качество</w:t>
            </w:r>
          </w:p>
          <w:p w:rsidR="0015466E" w:rsidRPr="00BF631A" w:rsidRDefault="0015466E" w:rsidP="00DA3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питания стабильно</w:t>
            </w:r>
          </w:p>
        </w:tc>
        <w:tc>
          <w:tcPr>
            <w:tcW w:w="791" w:type="pct"/>
          </w:tcPr>
          <w:p w:rsidR="0015466E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Мониторинг, опрос</w:t>
            </w:r>
          </w:p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52780A">
        <w:trPr>
          <w:cantSplit/>
          <w:trHeight w:val="240"/>
        </w:trPr>
        <w:tc>
          <w:tcPr>
            <w:tcW w:w="104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.Охват обучающихся горячим питанием</w:t>
            </w:r>
          </w:p>
        </w:tc>
        <w:tc>
          <w:tcPr>
            <w:tcW w:w="6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1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66E" w:rsidRPr="0064175F" w:rsidTr="0052780A">
        <w:trPr>
          <w:cantSplit/>
          <w:trHeight w:val="240"/>
        </w:trPr>
        <w:tc>
          <w:tcPr>
            <w:tcW w:w="1043" w:type="pct"/>
          </w:tcPr>
          <w:p w:rsidR="0015466E" w:rsidRPr="00BF631A" w:rsidRDefault="0015466E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.Укомплектованность  кадрами</w:t>
            </w:r>
          </w:p>
        </w:tc>
        <w:tc>
          <w:tcPr>
            <w:tcW w:w="649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1" w:type="pct"/>
          </w:tcPr>
          <w:p w:rsidR="0015466E" w:rsidRPr="00BF631A" w:rsidRDefault="0015466E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15466E" w:rsidRPr="00BF631A" w:rsidRDefault="0015466E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15466E" w:rsidRPr="00BF631A" w:rsidRDefault="0015466E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15466E" w:rsidRPr="00BF631A" w:rsidRDefault="0015466E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Pr="00BF631A" w:rsidRDefault="0015466E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5466E" w:rsidRPr="00BF631A" w:rsidRDefault="0015466E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15466E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Руководитель отдела образования</w:t>
      </w:r>
    </w:p>
    <w:p w:rsidR="0015466E" w:rsidRPr="00BF631A" w:rsidRDefault="0015466E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администрации города Сорска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eastAsia="ru-RU"/>
        </w:rPr>
        <w:t xml:space="preserve"> М.А. Нестерова</w:t>
      </w:r>
    </w:p>
    <w:p w:rsidR="0015466E" w:rsidRDefault="0015466E"/>
    <w:sectPr w:rsidR="0015466E" w:rsidSect="00BF631A">
      <w:footerReference w:type="even" r:id="rId37"/>
      <w:footerReference w:type="default" r:id="rId38"/>
      <w:pgSz w:w="11906" w:h="16838"/>
      <w:pgMar w:top="851" w:right="851" w:bottom="851" w:left="1531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66E" w:rsidRDefault="0015466E" w:rsidP="00A61E85">
      <w:pPr>
        <w:spacing w:after="0" w:line="240" w:lineRule="auto"/>
      </w:pPr>
      <w:r>
        <w:separator/>
      </w:r>
    </w:p>
  </w:endnote>
  <w:endnote w:type="continuationSeparator" w:id="1">
    <w:p w:rsidR="0015466E" w:rsidRDefault="0015466E" w:rsidP="00A61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66E" w:rsidRDefault="0015466E" w:rsidP="00BF63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466E" w:rsidRDefault="0015466E" w:rsidP="00BF631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66E" w:rsidRDefault="0015466E" w:rsidP="00BF63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26</w:t>
    </w:r>
    <w:r>
      <w:rPr>
        <w:rStyle w:val="PageNumber"/>
      </w:rPr>
      <w:fldChar w:fldCharType="end"/>
    </w:r>
  </w:p>
  <w:p w:rsidR="0015466E" w:rsidRDefault="0015466E" w:rsidP="00BF631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66E" w:rsidRDefault="0015466E" w:rsidP="00A61E85">
      <w:pPr>
        <w:spacing w:after="0" w:line="240" w:lineRule="auto"/>
      </w:pPr>
      <w:r>
        <w:separator/>
      </w:r>
    </w:p>
  </w:footnote>
  <w:footnote w:type="continuationSeparator" w:id="1">
    <w:p w:rsidR="0015466E" w:rsidRDefault="0015466E" w:rsidP="00A61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457"/>
    <w:multiLevelType w:val="hybridMultilevel"/>
    <w:tmpl w:val="79CC0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C94975"/>
    <w:multiLevelType w:val="multilevel"/>
    <w:tmpl w:val="98127F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>
    <w:nsid w:val="35EC5674"/>
    <w:multiLevelType w:val="hybridMultilevel"/>
    <w:tmpl w:val="052A9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27729E"/>
    <w:multiLevelType w:val="hybridMultilevel"/>
    <w:tmpl w:val="BA9EB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255496"/>
    <w:multiLevelType w:val="hybridMultilevel"/>
    <w:tmpl w:val="AFE21F3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647CB2"/>
    <w:multiLevelType w:val="hybridMultilevel"/>
    <w:tmpl w:val="EFAEA4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ED0000"/>
    <w:multiLevelType w:val="hybridMultilevel"/>
    <w:tmpl w:val="2DEAE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89C2A4C"/>
    <w:multiLevelType w:val="hybridMultilevel"/>
    <w:tmpl w:val="29785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31A"/>
    <w:rsid w:val="00010F04"/>
    <w:rsid w:val="001052B6"/>
    <w:rsid w:val="001229FE"/>
    <w:rsid w:val="0015466E"/>
    <w:rsid w:val="001A552A"/>
    <w:rsid w:val="001B7BDD"/>
    <w:rsid w:val="002124F9"/>
    <w:rsid w:val="0023388C"/>
    <w:rsid w:val="002822FE"/>
    <w:rsid w:val="002F7D38"/>
    <w:rsid w:val="00332545"/>
    <w:rsid w:val="003A043E"/>
    <w:rsid w:val="003B7E44"/>
    <w:rsid w:val="0047682C"/>
    <w:rsid w:val="004839CE"/>
    <w:rsid w:val="005140F0"/>
    <w:rsid w:val="0052780A"/>
    <w:rsid w:val="005A1020"/>
    <w:rsid w:val="005A504B"/>
    <w:rsid w:val="006137CD"/>
    <w:rsid w:val="0064175F"/>
    <w:rsid w:val="00657507"/>
    <w:rsid w:val="006920B5"/>
    <w:rsid w:val="006A6382"/>
    <w:rsid w:val="00884F76"/>
    <w:rsid w:val="00897175"/>
    <w:rsid w:val="008B4D70"/>
    <w:rsid w:val="008C531C"/>
    <w:rsid w:val="00A20681"/>
    <w:rsid w:val="00A61E85"/>
    <w:rsid w:val="00A868B4"/>
    <w:rsid w:val="00A8712A"/>
    <w:rsid w:val="00AC538E"/>
    <w:rsid w:val="00B02975"/>
    <w:rsid w:val="00B16B0C"/>
    <w:rsid w:val="00B82C62"/>
    <w:rsid w:val="00BE5CCB"/>
    <w:rsid w:val="00BF631A"/>
    <w:rsid w:val="00C432CE"/>
    <w:rsid w:val="00D2021B"/>
    <w:rsid w:val="00D946E7"/>
    <w:rsid w:val="00DA3C58"/>
    <w:rsid w:val="00DA53AA"/>
    <w:rsid w:val="00F039A5"/>
    <w:rsid w:val="00F047B7"/>
    <w:rsid w:val="00F34B94"/>
    <w:rsid w:val="00FA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E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631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F631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F631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631A"/>
    <w:rPr>
      <w:rFonts w:ascii="Tahoma" w:hAnsi="Tahoma" w:cs="Times New Roman"/>
      <w:sz w:val="16"/>
      <w:lang w:eastAsia="ru-RU"/>
    </w:rPr>
  </w:style>
  <w:style w:type="paragraph" w:styleId="BodyText">
    <w:name w:val="Body Text"/>
    <w:basedOn w:val="Normal"/>
    <w:link w:val="BodyTextChar"/>
    <w:uiPriority w:val="99"/>
    <w:rsid w:val="00BF631A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F631A"/>
    <w:rPr>
      <w:rFonts w:ascii="Times New Roman" w:hAnsi="Times New Roman" w:cs="Times New Roman"/>
      <w:sz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BF631A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F631A"/>
    <w:rPr>
      <w:rFonts w:ascii="Times New Roman" w:hAnsi="Times New Roman" w:cs="Times New Roman"/>
      <w:sz w:val="24"/>
      <w:lang w:eastAsia="ru-RU"/>
    </w:rPr>
  </w:style>
  <w:style w:type="character" w:styleId="Strong">
    <w:name w:val="Strong"/>
    <w:basedOn w:val="DefaultParagraphFont"/>
    <w:uiPriority w:val="99"/>
    <w:qFormat/>
    <w:rsid w:val="00BF631A"/>
    <w:rPr>
      <w:rFonts w:cs="Times New Roman"/>
      <w:b/>
    </w:rPr>
  </w:style>
  <w:style w:type="paragraph" w:styleId="NoSpacing">
    <w:name w:val="No Spacing"/>
    <w:uiPriority w:val="99"/>
    <w:qFormat/>
    <w:rsid w:val="00BF631A"/>
    <w:rPr>
      <w:rFonts w:eastAsia="Times New Roman"/>
    </w:rPr>
  </w:style>
  <w:style w:type="character" w:styleId="Hyperlink">
    <w:name w:val="Hyperlink"/>
    <w:basedOn w:val="DefaultParagraphFont"/>
    <w:uiPriority w:val="99"/>
    <w:rsid w:val="00BF631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F631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F63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631A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BF631A"/>
    <w:rPr>
      <w:rFonts w:cs="Times New Roman"/>
    </w:rPr>
  </w:style>
  <w:style w:type="paragraph" w:styleId="ListParagraph">
    <w:name w:val="List Paragraph"/>
    <w:basedOn w:val="Normal"/>
    <w:uiPriority w:val="99"/>
    <w:qFormat/>
    <w:rsid w:val="00F03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64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er-shcola3.narod2.ru/history/" TargetMode="External"/><Relationship Id="rId13" Type="http://schemas.openxmlformats.org/officeDocument/2006/relationships/hyperlink" Target="http://super-shcola3.narod2.ru/plan_raboti_shkoli_na_2010_-_2011_uchebnii_god/" TargetMode="External"/><Relationship Id="rId18" Type="http://schemas.openxmlformats.org/officeDocument/2006/relationships/hyperlink" Target="http://super-shcola3.narod2.ru/history/" TargetMode="External"/><Relationship Id="rId26" Type="http://schemas.openxmlformats.org/officeDocument/2006/relationships/hyperlink" Target="http://super-shcola3.narod2.ru/fotoalbom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uper-shcola3.narod2.ru/pedagogicheskii_kollektiv_shkoli/" TargetMode="External"/><Relationship Id="rId34" Type="http://schemas.openxmlformats.org/officeDocument/2006/relationships/hyperlink" Target="http://super-shcola3.narod2.ru/letnii_ozdorovitelnii_lager/" TargetMode="External"/><Relationship Id="rId7" Type="http://schemas.openxmlformats.org/officeDocument/2006/relationships/hyperlink" Target="http://super-shcola3.narod2.ru/" TargetMode="External"/><Relationship Id="rId12" Type="http://schemas.openxmlformats.org/officeDocument/2006/relationships/hyperlink" Target="http://super-shcola3.narod2.ru/news/" TargetMode="External"/><Relationship Id="rId17" Type="http://schemas.openxmlformats.org/officeDocument/2006/relationships/hyperlink" Target="http://super-shcola3.narod2.ru/" TargetMode="External"/><Relationship Id="rId25" Type="http://schemas.openxmlformats.org/officeDocument/2006/relationships/hyperlink" Target="http://super-shcola3.narod2.ru/roditelyam_pervoklassnikov/" TargetMode="External"/><Relationship Id="rId33" Type="http://schemas.openxmlformats.org/officeDocument/2006/relationships/hyperlink" Target="http://super-shcola3.narod2.ru/plan_raboti_shkoli_na_2010_-_2011_uchebnii_god/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super-shcola3.narod2.ru/fotoalbom/" TargetMode="External"/><Relationship Id="rId20" Type="http://schemas.openxmlformats.org/officeDocument/2006/relationships/hyperlink" Target="http://super-shcola3.narod2.ru/realizuemie_programmi/" TargetMode="External"/><Relationship Id="rId29" Type="http://schemas.openxmlformats.org/officeDocument/2006/relationships/hyperlink" Target="http://super-shcola3.narod2.ru/company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per-shcola3.narod2.ru/pedagogicheskii_kollektiv_shkoli/" TargetMode="External"/><Relationship Id="rId24" Type="http://schemas.openxmlformats.org/officeDocument/2006/relationships/hyperlink" Target="http://super-shcola3.narod2.ru/letnii_ozdorovitelnii_lager/" TargetMode="External"/><Relationship Id="rId32" Type="http://schemas.openxmlformats.org/officeDocument/2006/relationships/hyperlink" Target="http://super-shcola3.narod2.ru/news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super-shcola3.narod2.ru/roditelyam_pervoklassnikov/" TargetMode="External"/><Relationship Id="rId23" Type="http://schemas.openxmlformats.org/officeDocument/2006/relationships/hyperlink" Target="http://super-shcola3.narod2.ru/plan_raboti_shkoli_na_2010_-_2011_uchebnii_god/" TargetMode="External"/><Relationship Id="rId28" Type="http://schemas.openxmlformats.org/officeDocument/2006/relationships/hyperlink" Target="http://super-shcola3.narod2.ru/history/" TargetMode="External"/><Relationship Id="rId36" Type="http://schemas.openxmlformats.org/officeDocument/2006/relationships/hyperlink" Target="http://super-shcola3.narod2.ru/fotoalbom/" TargetMode="External"/><Relationship Id="rId10" Type="http://schemas.openxmlformats.org/officeDocument/2006/relationships/hyperlink" Target="http://super-shcola3.narod2.ru/realizuemie_programmi/" TargetMode="External"/><Relationship Id="rId19" Type="http://schemas.openxmlformats.org/officeDocument/2006/relationships/hyperlink" Target="http://super-shcola3.narod2.ru/company/" TargetMode="External"/><Relationship Id="rId31" Type="http://schemas.openxmlformats.org/officeDocument/2006/relationships/hyperlink" Target="http://super-shcola3.narod2.ru/pedagogicheskii_kollektiv_shkol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uper-shcola3.narod2.ru/company/" TargetMode="External"/><Relationship Id="rId14" Type="http://schemas.openxmlformats.org/officeDocument/2006/relationships/hyperlink" Target="http://super-shcola3.narod2.ru/letnii_ozdorovitelnii_lager/" TargetMode="External"/><Relationship Id="rId22" Type="http://schemas.openxmlformats.org/officeDocument/2006/relationships/hyperlink" Target="http://super-shcola3.narod2.ru/news/" TargetMode="External"/><Relationship Id="rId27" Type="http://schemas.openxmlformats.org/officeDocument/2006/relationships/hyperlink" Target="http://super-shcola3.narod2.ru/" TargetMode="External"/><Relationship Id="rId30" Type="http://schemas.openxmlformats.org/officeDocument/2006/relationships/hyperlink" Target="http://super-shcola3.narod2.ru/realizuemie_programmi/" TargetMode="External"/><Relationship Id="rId35" Type="http://schemas.openxmlformats.org/officeDocument/2006/relationships/hyperlink" Target="http://super-shcola3.narod2.ru/roditelyam_pervoklassnik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201</TotalTime>
  <Pages>26</Pages>
  <Words>7760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edu_usr</dc:creator>
  <cp:keywords/>
  <dc:description/>
  <cp:lastModifiedBy>Мунуслуги</cp:lastModifiedBy>
  <cp:revision>12</cp:revision>
  <dcterms:created xsi:type="dcterms:W3CDTF">2014-09-14T13:46:00Z</dcterms:created>
  <dcterms:modified xsi:type="dcterms:W3CDTF">2016-01-21T01:51:00Z</dcterms:modified>
</cp:coreProperties>
</file>